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F4AB6" w:rsidR="006E5D65" w:rsidP="002D3375" w:rsidRDefault="00997F14" w14:paraId="70D49A06" w14:textId="77777777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F4AB6">
        <w:rPr>
          <w:rFonts w:ascii="Times New Roman" w:hAnsi="Times New Roman"/>
          <w:b/>
          <w:bCs/>
        </w:rPr>
        <w:t xml:space="preserve">   </w:t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CD6897">
        <w:rPr>
          <w:rFonts w:ascii="Times New Roman" w:hAnsi="Times New Roman"/>
          <w:b/>
          <w:bCs/>
        </w:rPr>
        <w:tab/>
      </w:r>
      <w:r w:rsidRPr="004F4AB6" w:rsidR="00D8678B">
        <w:rPr>
          <w:rFonts w:ascii="Times New Roman" w:hAnsi="Times New Roman"/>
          <w:bCs/>
          <w:i/>
        </w:rPr>
        <w:t xml:space="preserve">Załącznik nr </w:t>
      </w:r>
      <w:r w:rsidRPr="004F4AB6" w:rsidR="006F31E2">
        <w:rPr>
          <w:rFonts w:ascii="Times New Roman" w:hAnsi="Times New Roman"/>
          <w:bCs/>
          <w:i/>
        </w:rPr>
        <w:t>1.5</w:t>
      </w:r>
      <w:r w:rsidRPr="004F4AB6" w:rsidR="00D8678B">
        <w:rPr>
          <w:rFonts w:ascii="Times New Roman" w:hAnsi="Times New Roman"/>
          <w:bCs/>
          <w:i/>
        </w:rPr>
        <w:t xml:space="preserve"> do Zarządzenia</w:t>
      </w:r>
      <w:r w:rsidRPr="004F4AB6" w:rsidR="002A22BF">
        <w:rPr>
          <w:rFonts w:ascii="Times New Roman" w:hAnsi="Times New Roman"/>
          <w:bCs/>
          <w:i/>
        </w:rPr>
        <w:t xml:space="preserve"> Rektora UR </w:t>
      </w:r>
      <w:r w:rsidRPr="004F4AB6" w:rsidR="00CD6897">
        <w:rPr>
          <w:rFonts w:ascii="Times New Roman" w:hAnsi="Times New Roman"/>
          <w:bCs/>
          <w:i/>
        </w:rPr>
        <w:t xml:space="preserve"> nr </w:t>
      </w:r>
      <w:r w:rsidRPr="004F4AB6" w:rsidR="00F17567">
        <w:rPr>
          <w:rFonts w:ascii="Times New Roman" w:hAnsi="Times New Roman"/>
          <w:bCs/>
          <w:i/>
        </w:rPr>
        <w:t>12/2019</w:t>
      </w:r>
    </w:p>
    <w:p w:rsidRPr="004F4AB6" w:rsidR="000E0AAC" w:rsidP="00EE2AAE" w:rsidRDefault="0085747A" w14:paraId="2725BB50" w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4F4AB6">
        <w:rPr>
          <w:rFonts w:ascii="Times New Roman" w:hAnsi="Times New Roman"/>
          <w:b/>
          <w:smallCaps/>
          <w:sz w:val="24"/>
        </w:rPr>
        <w:t>SYLABUS</w:t>
      </w:r>
    </w:p>
    <w:p w:rsidRPr="004F4AB6" w:rsidR="0085747A" w:rsidP="00EE2AAE" w:rsidRDefault="0071620A" w14:paraId="6D8FAB86" w14:textId="2807499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4F4AB6">
        <w:rPr>
          <w:rFonts w:ascii="Times New Roman" w:hAnsi="Times New Roman"/>
          <w:b/>
          <w:smallCaps/>
          <w:sz w:val="24"/>
        </w:rPr>
        <w:t>dotyczy cyklu kształcenia</w:t>
      </w:r>
      <w:r w:rsidRPr="004F4AB6" w:rsidR="0085747A">
        <w:rPr>
          <w:rFonts w:ascii="Times New Roman" w:hAnsi="Times New Roman"/>
          <w:b/>
          <w:smallCaps/>
          <w:sz w:val="24"/>
        </w:rPr>
        <w:t xml:space="preserve"> </w:t>
      </w:r>
      <w:r w:rsidRPr="004F4AB6" w:rsidR="00954EFF">
        <w:rPr>
          <w:rFonts w:ascii="Times New Roman" w:hAnsi="Times New Roman"/>
          <w:i/>
          <w:smallCaps/>
          <w:sz w:val="24"/>
        </w:rPr>
        <w:t>20</w:t>
      </w:r>
      <w:r w:rsidRPr="004F4AB6" w:rsidR="00CD0574">
        <w:rPr>
          <w:rFonts w:ascii="Times New Roman" w:hAnsi="Times New Roman"/>
          <w:i/>
          <w:smallCaps/>
          <w:sz w:val="24"/>
        </w:rPr>
        <w:t>2</w:t>
      </w:r>
      <w:r w:rsidRPr="004F4AB6" w:rsidR="00AF2534">
        <w:rPr>
          <w:rFonts w:ascii="Times New Roman" w:hAnsi="Times New Roman"/>
          <w:i/>
          <w:smallCaps/>
          <w:sz w:val="24"/>
        </w:rPr>
        <w:t>2</w:t>
      </w:r>
      <w:r w:rsidRPr="004F4AB6" w:rsidR="00954EFF">
        <w:rPr>
          <w:rFonts w:ascii="Times New Roman" w:hAnsi="Times New Roman"/>
          <w:i/>
          <w:smallCaps/>
          <w:sz w:val="24"/>
        </w:rPr>
        <w:t>/202</w:t>
      </w:r>
      <w:r w:rsidRPr="004F4AB6" w:rsidR="00AF2534">
        <w:rPr>
          <w:rFonts w:ascii="Times New Roman" w:hAnsi="Times New Roman"/>
          <w:i/>
          <w:smallCaps/>
          <w:sz w:val="24"/>
        </w:rPr>
        <w:t>3</w:t>
      </w:r>
      <w:r w:rsidRPr="004F4AB6" w:rsidR="00954EFF">
        <w:rPr>
          <w:rFonts w:ascii="Times New Roman" w:hAnsi="Times New Roman"/>
          <w:i/>
          <w:smallCaps/>
          <w:sz w:val="24"/>
        </w:rPr>
        <w:t>-202</w:t>
      </w:r>
      <w:r w:rsidRPr="004F4AB6" w:rsidR="00AF2534">
        <w:rPr>
          <w:rFonts w:ascii="Times New Roman" w:hAnsi="Times New Roman"/>
          <w:i/>
          <w:smallCaps/>
          <w:sz w:val="24"/>
        </w:rPr>
        <w:t>3</w:t>
      </w:r>
      <w:r w:rsidRPr="004F4AB6" w:rsidR="00954EFF">
        <w:rPr>
          <w:rFonts w:ascii="Times New Roman" w:hAnsi="Times New Roman"/>
          <w:i/>
          <w:smallCaps/>
          <w:sz w:val="24"/>
        </w:rPr>
        <w:t>/202</w:t>
      </w:r>
      <w:r w:rsidRPr="004F4AB6" w:rsidR="00AF2534">
        <w:rPr>
          <w:rFonts w:ascii="Times New Roman" w:hAnsi="Times New Roman"/>
          <w:i/>
          <w:smallCaps/>
          <w:sz w:val="24"/>
        </w:rPr>
        <w:t>4</w:t>
      </w:r>
    </w:p>
    <w:p w:rsidRPr="004F4AB6" w:rsidR="0085747A" w:rsidP="296B4EBD" w:rsidRDefault="0085747A" w14:paraId="3BB42E1D" w14:textId="0979B08A">
      <w:pPr>
        <w:spacing w:after="0" w:line="240" w:lineRule="exact"/>
        <w:ind w:left="1416" w:firstLine="708"/>
        <w:jc w:val="center"/>
        <w:rPr>
          <w:rFonts w:ascii="Times New Roman" w:hAnsi="Times New Roman"/>
        </w:rPr>
      </w:pPr>
      <w:r w:rsidRPr="296B4EBD" w:rsidR="0085747A">
        <w:rPr>
          <w:rFonts w:ascii="Times New Roman" w:hAnsi="Times New Roman"/>
          <w:i w:val="1"/>
          <w:iCs w:val="1"/>
          <w:sz w:val="20"/>
          <w:szCs w:val="20"/>
        </w:rPr>
        <w:t>(skrajne daty</w:t>
      </w:r>
      <w:r w:rsidRPr="296B4EBD" w:rsidR="0085747A">
        <w:rPr>
          <w:rFonts w:ascii="Times New Roman" w:hAnsi="Times New Roman"/>
          <w:sz w:val="20"/>
          <w:szCs w:val="20"/>
        </w:rPr>
        <w:t>)</w:t>
      </w:r>
    </w:p>
    <w:p w:rsidRPr="004F4AB6" w:rsidR="00445970" w:rsidP="00EE2AAE" w:rsidRDefault="00445970" w14:paraId="0A59E0E3" w14:textId="66761EAF">
      <w:pPr>
        <w:spacing w:after="0" w:line="240" w:lineRule="exact"/>
        <w:jc w:val="center"/>
        <w:rPr>
          <w:rFonts w:ascii="Times New Roman" w:hAnsi="Times New Roman"/>
        </w:rPr>
      </w:pPr>
      <w:r w:rsidRPr="004F4AB6">
        <w:rPr>
          <w:rFonts w:ascii="Times New Roman" w:hAnsi="Times New Roman"/>
        </w:rPr>
        <w:t xml:space="preserve">Rok akademicki </w:t>
      </w:r>
      <w:r w:rsidRPr="004F4AB6" w:rsidR="00954EFF">
        <w:rPr>
          <w:rFonts w:ascii="Times New Roman" w:hAnsi="Times New Roman"/>
        </w:rPr>
        <w:t>202</w:t>
      </w:r>
      <w:r w:rsidRPr="004F4AB6" w:rsidR="00AF2534">
        <w:rPr>
          <w:rFonts w:ascii="Times New Roman" w:hAnsi="Times New Roman"/>
        </w:rPr>
        <w:t>3</w:t>
      </w:r>
      <w:r w:rsidRPr="004F4AB6" w:rsidR="008503C0">
        <w:rPr>
          <w:rFonts w:ascii="Times New Roman" w:hAnsi="Times New Roman"/>
        </w:rPr>
        <w:t>/202</w:t>
      </w:r>
      <w:r w:rsidRPr="004F4AB6" w:rsidR="00AF2534">
        <w:rPr>
          <w:rFonts w:ascii="Times New Roman" w:hAnsi="Times New Roman"/>
        </w:rPr>
        <w:t>4</w:t>
      </w:r>
    </w:p>
    <w:p w:rsidRPr="004F4AB6" w:rsidR="0085747A" w:rsidP="009C54AE" w:rsidRDefault="0085747A" w14:paraId="3515097B" w14:textId="77777777">
      <w:pPr>
        <w:spacing w:after="0" w:line="240" w:lineRule="auto"/>
        <w:rPr>
          <w:rFonts w:ascii="Times New Roman" w:hAnsi="Times New Roman"/>
        </w:rPr>
      </w:pPr>
    </w:p>
    <w:p w:rsidRPr="004F4AB6" w:rsidR="0085747A" w:rsidP="006008CC" w:rsidRDefault="0085747A" w14:paraId="03198330" w14:textId="77777777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4F4AB6">
        <w:rPr>
          <w:sz w:val="22"/>
        </w:rPr>
        <w:t xml:space="preserve">Podstawowe </w:t>
      </w:r>
      <w:r w:rsidRPr="004F4AB6" w:rsidR="00445970">
        <w:rPr>
          <w:sz w:val="22"/>
        </w:rPr>
        <w:t>informacje o przedmiocie</w:t>
      </w:r>
    </w:p>
    <w:p w:rsidRPr="004F4AB6" w:rsidR="006008CC" w:rsidP="006008CC" w:rsidRDefault="006008CC" w14:paraId="04CA7134" w14:textId="77777777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F4AB6" w:rsidR="0085747A" w:rsidTr="296B4EBD" w14:paraId="649FC675" w14:textId="77777777">
        <w:tc>
          <w:tcPr>
            <w:tcW w:w="2694" w:type="dxa"/>
            <w:tcMar/>
            <w:vAlign w:val="center"/>
          </w:tcPr>
          <w:p w:rsidRPr="004F4AB6" w:rsidR="0085747A" w:rsidP="009C54AE" w:rsidRDefault="00C05F44" w14:paraId="6565842C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028C8A3C" w14:textId="5549476A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F4AB6">
              <w:rPr>
                <w:rFonts w:eastAsia="Cambria"/>
                <w:color w:val="auto"/>
                <w:sz w:val="22"/>
              </w:rPr>
              <w:t xml:space="preserve">Prawo </w:t>
            </w:r>
            <w:r w:rsidRPr="004F4AB6" w:rsidR="003F73CC">
              <w:rPr>
                <w:rFonts w:eastAsia="Cambria"/>
                <w:color w:val="auto"/>
                <w:sz w:val="22"/>
              </w:rPr>
              <w:t xml:space="preserve">wyborcze i </w:t>
            </w:r>
            <w:r w:rsidRPr="004F4AB6" w:rsidR="00FE2950">
              <w:rPr>
                <w:rFonts w:eastAsia="Cambria"/>
                <w:color w:val="auto"/>
                <w:sz w:val="22"/>
              </w:rPr>
              <w:t>referendalne</w:t>
            </w:r>
          </w:p>
        </w:tc>
      </w:tr>
      <w:tr w:rsidRPr="004F4AB6" w:rsidR="0085747A" w:rsidTr="296B4EBD" w14:paraId="6485F197" w14:textId="77777777">
        <w:tc>
          <w:tcPr>
            <w:tcW w:w="2694" w:type="dxa"/>
            <w:tcMar/>
            <w:vAlign w:val="center"/>
          </w:tcPr>
          <w:p w:rsidRPr="004F4AB6" w:rsidR="0085747A" w:rsidP="009C54AE" w:rsidRDefault="00C05F44" w14:paraId="608D6C38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Kod przedmiotu</w:t>
            </w:r>
            <w:r w:rsidRPr="004F4AB6" w:rsidR="0085747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2C7D7889" w14:textId="178F8945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A2SO49</w:t>
            </w:r>
          </w:p>
        </w:tc>
      </w:tr>
      <w:tr w:rsidRPr="004F4AB6" w:rsidR="008049B5" w:rsidTr="296B4EBD" w14:paraId="227B75F4" w14:textId="77777777">
        <w:tc>
          <w:tcPr>
            <w:tcW w:w="2694" w:type="dxa"/>
            <w:tcMar/>
            <w:vAlign w:val="center"/>
          </w:tcPr>
          <w:p w:rsidRPr="004F4AB6" w:rsidR="008049B5" w:rsidP="008049B5" w:rsidRDefault="008049B5" w14:paraId="01921530" w14:textId="77777777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F4AB6" w:rsidR="008049B5" w:rsidP="296B4EBD" w:rsidRDefault="008049B5" w14:paraId="5C43720E" w14:textId="4C8B29D0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2"/>
                <w:szCs w:val="22"/>
              </w:rPr>
            </w:pPr>
            <w:r w:rsidRPr="296B4EBD" w:rsidR="008049B5">
              <w:rPr>
                <w:b w:val="0"/>
                <w:bCs w:val="0"/>
                <w:sz w:val="22"/>
                <w:szCs w:val="22"/>
              </w:rPr>
              <w:t>Kolegium Nauk Społecznych</w:t>
            </w:r>
            <w:r w:rsidRPr="296B4EBD" w:rsidR="008049B5">
              <w:rPr>
                <w:b w:val="0"/>
                <w:bCs w:val="0"/>
                <w:sz w:val="22"/>
                <w:szCs w:val="22"/>
              </w:rPr>
              <w:t>,</w:t>
            </w:r>
          </w:p>
        </w:tc>
      </w:tr>
      <w:tr w:rsidRPr="004F4AB6" w:rsidR="008049B5" w:rsidTr="296B4EBD" w14:paraId="4C2C2139" w14:textId="77777777">
        <w:tc>
          <w:tcPr>
            <w:tcW w:w="2694" w:type="dxa"/>
            <w:tcMar/>
            <w:vAlign w:val="center"/>
          </w:tcPr>
          <w:p w:rsidRPr="004F4AB6" w:rsidR="008049B5" w:rsidP="008049B5" w:rsidRDefault="008049B5" w14:paraId="7568E209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F4AB6" w:rsidR="008049B5" w:rsidP="296B4EBD" w:rsidRDefault="008049B5" w14:paraId="53B46FA6" w14:textId="7F0FB89C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2"/>
                <w:szCs w:val="22"/>
              </w:rPr>
            </w:pPr>
            <w:r w:rsidRPr="296B4EBD" w:rsidR="71FAB419">
              <w:rPr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296B4EBD" w:rsidR="008049B5">
              <w:rPr>
                <w:b w:val="0"/>
                <w:bCs w:val="0"/>
                <w:sz w:val="22"/>
                <w:szCs w:val="22"/>
              </w:rPr>
              <w:t xml:space="preserve">Zakład Prawa Konstytucyjnego i Praw Człowieka </w:t>
            </w:r>
          </w:p>
        </w:tc>
      </w:tr>
      <w:tr w:rsidRPr="004F4AB6" w:rsidR="0085747A" w:rsidTr="296B4EBD" w14:paraId="42B15BAA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54037374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23710AA0" w14:textId="37449F21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Administracja</w:t>
            </w:r>
          </w:p>
        </w:tc>
      </w:tr>
      <w:tr w:rsidRPr="004F4AB6" w:rsidR="0085747A" w:rsidTr="296B4EBD" w14:paraId="10C08A42" w14:textId="77777777">
        <w:tc>
          <w:tcPr>
            <w:tcW w:w="2694" w:type="dxa"/>
            <w:tcMar/>
            <w:vAlign w:val="center"/>
          </w:tcPr>
          <w:p w:rsidRPr="004F4AB6" w:rsidR="0085747A" w:rsidP="009C54AE" w:rsidRDefault="00DE4A14" w14:paraId="291663CC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5AFF572F" w14:textId="5967BF34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Pr="004F4AB6" w:rsidR="0085747A" w:rsidTr="296B4EBD" w14:paraId="3ADFC727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4584B3D5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0EF3D284" w14:textId="77777777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proofErr w:type="spellStart"/>
            <w:r w:rsidRPr="004F4AB6"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4F4AB6" w:rsidR="0085747A" w:rsidTr="296B4EBD" w14:paraId="7C4F3B69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35E7FBA9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12684B" w14:paraId="1FAE49BB" w14:textId="01B4E4E1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Pr="004F4AB6" w:rsidR="000E0AAC">
              <w:rPr>
                <w:b w:val="0"/>
                <w:color w:val="auto"/>
                <w:sz w:val="22"/>
              </w:rPr>
              <w:t>tacjonarne</w:t>
            </w:r>
          </w:p>
        </w:tc>
      </w:tr>
      <w:tr w:rsidRPr="004F4AB6" w:rsidR="0085747A" w:rsidTr="296B4EBD" w14:paraId="051FB349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06A718FE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Rok i semestr</w:t>
            </w:r>
            <w:r w:rsidRPr="004F4AB6" w:rsidR="0030395F">
              <w:rPr>
                <w:sz w:val="22"/>
                <w:szCs w:val="22"/>
              </w:rPr>
              <w:t>/y</w:t>
            </w:r>
            <w:r w:rsidRPr="004F4AB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537686D6" w14:textId="79236D2F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 xml:space="preserve">Rok </w:t>
            </w:r>
            <w:r w:rsidRPr="004F4AB6" w:rsidR="00AF2534">
              <w:rPr>
                <w:b w:val="0"/>
                <w:sz w:val="22"/>
              </w:rPr>
              <w:t>2</w:t>
            </w:r>
            <w:r w:rsidRPr="004F4AB6">
              <w:rPr>
                <w:b w:val="0"/>
                <w:color w:val="auto"/>
                <w:sz w:val="22"/>
              </w:rPr>
              <w:t>, semestr</w:t>
            </w:r>
            <w:r w:rsidRPr="004F4AB6" w:rsidR="00AF2534">
              <w:rPr>
                <w:b w:val="0"/>
                <w:color w:val="auto"/>
                <w:sz w:val="22"/>
              </w:rPr>
              <w:t xml:space="preserve"> 4</w:t>
            </w:r>
          </w:p>
        </w:tc>
      </w:tr>
      <w:tr w:rsidRPr="004F4AB6" w:rsidR="0085747A" w:rsidTr="296B4EBD" w14:paraId="1CD61910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2C2DAE72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6260CE" w14:paraId="6F8A045B" w14:textId="3C8A21DA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specjalnościowy</w:t>
            </w:r>
          </w:p>
        </w:tc>
      </w:tr>
      <w:tr w:rsidRPr="004F4AB6" w:rsidR="00923D7D" w:rsidTr="296B4EBD" w14:paraId="362EF6AB" w14:textId="77777777">
        <w:tc>
          <w:tcPr>
            <w:tcW w:w="2694" w:type="dxa"/>
            <w:tcMar/>
            <w:vAlign w:val="center"/>
          </w:tcPr>
          <w:p w:rsidRPr="004F4AB6" w:rsidR="00923D7D" w:rsidP="009C54AE" w:rsidRDefault="00923D7D" w14:paraId="5C8C33FB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F4AB6" w:rsidR="00923D7D" w:rsidP="009C54AE" w:rsidRDefault="00400A2F" w14:paraId="09B314BB" w14:textId="16E9E2A8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P</w:t>
            </w:r>
            <w:r w:rsidRPr="004F4AB6" w:rsidR="000E0AAC">
              <w:rPr>
                <w:b w:val="0"/>
                <w:sz w:val="22"/>
              </w:rPr>
              <w:t>olski</w:t>
            </w:r>
          </w:p>
        </w:tc>
      </w:tr>
      <w:tr w:rsidRPr="004F4AB6" w:rsidR="00801FA3" w:rsidTr="296B4EBD" w14:paraId="3BC90467" w14:textId="77777777">
        <w:tc>
          <w:tcPr>
            <w:tcW w:w="2694" w:type="dxa"/>
            <w:tcMar/>
            <w:vAlign w:val="center"/>
          </w:tcPr>
          <w:p w:rsidRPr="004F4AB6" w:rsidR="00801FA3" w:rsidP="00801FA3" w:rsidRDefault="00801FA3" w14:paraId="42B9C275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F4AB6" w:rsidR="00801FA3" w:rsidP="00801FA3" w:rsidRDefault="00801FA3" w14:paraId="6B65CF27" w14:textId="4A590A3F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dr Katarzyna Szwed</w:t>
            </w:r>
          </w:p>
        </w:tc>
      </w:tr>
      <w:tr w:rsidRPr="004F4AB6" w:rsidR="00801FA3" w:rsidTr="296B4EBD" w14:paraId="0F1D5D62" w14:textId="77777777">
        <w:tc>
          <w:tcPr>
            <w:tcW w:w="2694" w:type="dxa"/>
            <w:tcMar/>
            <w:vAlign w:val="center"/>
          </w:tcPr>
          <w:p w:rsidRPr="004F4AB6" w:rsidR="00801FA3" w:rsidP="00801FA3" w:rsidRDefault="00801FA3" w14:paraId="29BAB95D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F4AB6" w:rsidR="00801FA3" w:rsidP="00801FA3" w:rsidRDefault="00801FA3" w14:paraId="7B65E55F" w14:textId="55D8929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dr Katarzyna Szwed, dr Joanna </w:t>
            </w:r>
            <w:proofErr w:type="spellStart"/>
            <w:r>
              <w:rPr>
                <w:b w:val="0"/>
                <w:sz w:val="22"/>
              </w:rPr>
              <w:t>Uliasz</w:t>
            </w:r>
            <w:proofErr w:type="spellEnd"/>
          </w:p>
        </w:tc>
      </w:tr>
    </w:tbl>
    <w:p w:rsidRPr="004F4AB6" w:rsidR="00923D7D" w:rsidP="00AC7F18" w:rsidRDefault="0085747A" w14:paraId="7494336B" w14:textId="77777777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F4AB6">
        <w:rPr>
          <w:szCs w:val="22"/>
        </w:rPr>
        <w:t xml:space="preserve">* </w:t>
      </w:r>
      <w:r w:rsidRPr="004F4AB6">
        <w:rPr>
          <w:i/>
          <w:szCs w:val="22"/>
        </w:rPr>
        <w:t>-</w:t>
      </w:r>
      <w:r w:rsidRPr="004F4AB6" w:rsidR="00B90885">
        <w:rPr>
          <w:b w:val="0"/>
          <w:i/>
          <w:szCs w:val="22"/>
        </w:rPr>
        <w:t>opcjonalni</w:t>
      </w:r>
      <w:r w:rsidRPr="004F4AB6" w:rsidR="00B90885">
        <w:rPr>
          <w:b w:val="0"/>
          <w:szCs w:val="22"/>
        </w:rPr>
        <w:t>e,</w:t>
      </w:r>
      <w:r w:rsidRPr="004F4AB6">
        <w:rPr>
          <w:i/>
          <w:szCs w:val="22"/>
        </w:rPr>
        <w:t xml:space="preserve"> </w:t>
      </w:r>
      <w:r w:rsidRPr="004F4AB6">
        <w:rPr>
          <w:b w:val="0"/>
          <w:i/>
          <w:szCs w:val="22"/>
        </w:rPr>
        <w:t xml:space="preserve">zgodnie z ustaleniami </w:t>
      </w:r>
      <w:r w:rsidRPr="004F4AB6" w:rsidR="00B90885">
        <w:rPr>
          <w:b w:val="0"/>
          <w:i/>
          <w:szCs w:val="22"/>
        </w:rPr>
        <w:t>w Jednostce</w:t>
      </w:r>
    </w:p>
    <w:p w:rsidRPr="004F4AB6" w:rsidR="0085747A" w:rsidP="009C54AE" w:rsidRDefault="0085747A" w14:paraId="74858043" w14:textId="77777777">
      <w:pPr>
        <w:pStyle w:val="Podpunkty"/>
        <w:ind w:left="284"/>
        <w:rPr>
          <w:szCs w:val="22"/>
        </w:rPr>
      </w:pPr>
      <w:r w:rsidRPr="004F4AB6">
        <w:rPr>
          <w:szCs w:val="22"/>
        </w:rPr>
        <w:t>1.</w:t>
      </w:r>
      <w:r w:rsidRPr="004F4AB6" w:rsidR="00E22FBC">
        <w:rPr>
          <w:szCs w:val="22"/>
        </w:rPr>
        <w:t>1</w:t>
      </w:r>
      <w:r w:rsidRPr="004F4AB6">
        <w:rPr>
          <w:szCs w:val="22"/>
        </w:rPr>
        <w:t xml:space="preserve">.Formy zajęć dydaktycznych, wymiar godzin i punktów ECTS </w:t>
      </w:r>
    </w:p>
    <w:p w:rsidRPr="004F4AB6" w:rsidR="00923D7D" w:rsidP="009C54AE" w:rsidRDefault="00923D7D" w14:paraId="409675DD" w14:textId="77777777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Pr="004F4AB6" w:rsidR="00015B8F" w:rsidTr="008503C0" w14:paraId="2767CD2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67346BEF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Semestr</w:t>
            </w:r>
          </w:p>
          <w:p w:rsidRPr="004F4AB6" w:rsidR="00015B8F" w:rsidP="008503C0" w:rsidRDefault="002B5EA0" w14:paraId="611DA90E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(</w:t>
            </w:r>
            <w:r w:rsidRPr="004F4AB6" w:rsidR="00363F78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49EB7A3E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Wykł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69BD7589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245300E2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Konw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1F559819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31B8C130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Sem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17D81A9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587FF52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Prakt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3FEBE5A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4AB6" w:rsidR="00015B8F" w:rsidP="008503C0" w:rsidRDefault="00015B8F" w14:paraId="57D527E1" w14:textId="77777777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F4AB6">
              <w:rPr>
                <w:b/>
                <w:sz w:val="22"/>
              </w:rPr>
              <w:t>Liczba pkt</w:t>
            </w:r>
            <w:r w:rsidRPr="004F4AB6" w:rsidR="00B90885">
              <w:rPr>
                <w:b/>
                <w:sz w:val="22"/>
              </w:rPr>
              <w:t>.</w:t>
            </w:r>
            <w:r w:rsidRPr="004F4AB6">
              <w:rPr>
                <w:b/>
                <w:sz w:val="22"/>
              </w:rPr>
              <w:t xml:space="preserve"> ECTS</w:t>
            </w:r>
          </w:p>
        </w:tc>
      </w:tr>
      <w:tr w:rsidRPr="004F4AB6" w:rsidR="00015B8F" w:rsidTr="008503C0" w14:paraId="79DC273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EE2AAE" w:rsidRDefault="00801FA3" w14:paraId="54358EDB" w14:textId="330BB6B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6260CE" w14:paraId="25B64AEA" w14:textId="30E59A8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5D64C74D" w14:textId="13BD3EC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7E3EBC12" w14:textId="7E2F60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47C1FC58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77FA94E8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632F796C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2F5208DD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015B8F" w14:paraId="792ADDF3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4AB6" w:rsidR="00015B8F" w:rsidP="008503C0" w:rsidRDefault="006260CE" w14:paraId="7C91A10B" w14:textId="64BC8D5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F4AB6">
              <w:rPr>
                <w:b/>
                <w:sz w:val="22"/>
                <w:szCs w:val="22"/>
              </w:rPr>
              <w:t>4</w:t>
            </w:r>
          </w:p>
        </w:tc>
      </w:tr>
    </w:tbl>
    <w:p w:rsidRPr="004F4AB6" w:rsidR="00923D7D" w:rsidP="009C54AE" w:rsidRDefault="00923D7D" w14:paraId="0DDA664B" w14:textId="77777777">
      <w:pPr>
        <w:pStyle w:val="Podpunkty"/>
        <w:ind w:left="0"/>
        <w:rPr>
          <w:b w:val="0"/>
          <w:szCs w:val="22"/>
          <w:lang w:eastAsia="en-US"/>
        </w:rPr>
      </w:pPr>
    </w:p>
    <w:p w:rsidRPr="004F4AB6" w:rsidR="00923D7D" w:rsidP="009C54AE" w:rsidRDefault="00923D7D" w14:paraId="0E930CF6" w14:textId="77777777">
      <w:pPr>
        <w:pStyle w:val="Podpunkty"/>
        <w:rPr>
          <w:b w:val="0"/>
          <w:szCs w:val="22"/>
          <w:lang w:eastAsia="en-US"/>
        </w:rPr>
      </w:pPr>
    </w:p>
    <w:p w:rsidRPr="004F4AB6" w:rsidR="0085747A" w:rsidP="00F83B28" w:rsidRDefault="0085747A" w14:paraId="3A64F84F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F4AB6">
        <w:rPr>
          <w:smallCaps w:val="0"/>
          <w:sz w:val="22"/>
        </w:rPr>
        <w:t>1.</w:t>
      </w:r>
      <w:r w:rsidRPr="004F4AB6" w:rsidR="00E22FBC">
        <w:rPr>
          <w:smallCaps w:val="0"/>
          <w:sz w:val="22"/>
        </w:rPr>
        <w:t>2</w:t>
      </w:r>
      <w:r w:rsidRPr="004F4AB6" w:rsidR="00F83B28">
        <w:rPr>
          <w:smallCaps w:val="0"/>
          <w:sz w:val="22"/>
        </w:rPr>
        <w:t>.</w:t>
      </w:r>
      <w:r w:rsidRPr="004F4AB6" w:rsidR="00F83B28">
        <w:rPr>
          <w:smallCaps w:val="0"/>
          <w:sz w:val="22"/>
        </w:rPr>
        <w:tab/>
      </w:r>
      <w:r w:rsidRPr="004F4AB6">
        <w:rPr>
          <w:smallCaps w:val="0"/>
          <w:sz w:val="22"/>
        </w:rPr>
        <w:t xml:space="preserve">Sposób realizacji zajęć  </w:t>
      </w:r>
    </w:p>
    <w:p w:rsidRPr="004F4AB6" w:rsidR="008503C0" w:rsidP="00F83B28" w:rsidRDefault="008503C0" w14:paraId="4E96B85A" w14:textId="77777777">
      <w:pPr>
        <w:pStyle w:val="Punktygwne"/>
        <w:spacing w:before="0" w:after="0"/>
        <w:ind w:left="709"/>
        <w:rPr>
          <w:rFonts w:eastAsia="MS Gothic"/>
          <w:b w:val="0"/>
          <w:sz w:val="22"/>
        </w:rPr>
      </w:pPr>
    </w:p>
    <w:p w:rsidRPr="004F4AB6" w:rsidR="0085747A" w:rsidP="00F83B28" w:rsidRDefault="00CD0574" w14:paraId="072B43BE" w14:textId="3C5FE96E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F4AB6">
        <w:rPr>
          <w:b w:val="0"/>
          <w:smallCaps w:val="0"/>
          <w:sz w:val="22"/>
        </w:rPr>
        <w:t>X</w:t>
      </w:r>
      <w:r w:rsidRPr="004F4AB6" w:rsidR="0085747A">
        <w:rPr>
          <w:b w:val="0"/>
          <w:smallCaps w:val="0"/>
          <w:sz w:val="22"/>
        </w:rPr>
        <w:t xml:space="preserve"> </w:t>
      </w:r>
      <w:r w:rsidRPr="004F4AB6" w:rsidR="008503C0">
        <w:rPr>
          <w:b w:val="0"/>
          <w:smallCaps w:val="0"/>
          <w:sz w:val="22"/>
        </w:rPr>
        <w:t xml:space="preserve"> </w:t>
      </w:r>
      <w:r w:rsidRPr="004F4AB6">
        <w:rPr>
          <w:b w:val="0"/>
          <w:smallCaps w:val="0"/>
          <w:sz w:val="22"/>
        </w:rPr>
        <w:t xml:space="preserve"> </w:t>
      </w:r>
      <w:r w:rsidRPr="004F4AB6" w:rsidR="0085747A">
        <w:rPr>
          <w:b w:val="0"/>
          <w:smallCaps w:val="0"/>
          <w:sz w:val="22"/>
        </w:rPr>
        <w:t xml:space="preserve">zajęcia w formie tradycyjnej </w:t>
      </w:r>
    </w:p>
    <w:p w:rsidRPr="004F4AB6" w:rsidR="0085747A" w:rsidP="00F83B28" w:rsidRDefault="00CD0574" w14:paraId="21D28AD8" w14:textId="17B3A1FD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F4AB6">
        <w:rPr>
          <w:rFonts w:eastAsia="MS Mincho"/>
          <w:b w:val="0"/>
          <w:sz w:val="22"/>
        </w:rPr>
        <w:t xml:space="preserve">X   </w:t>
      </w:r>
      <w:r w:rsidRPr="004F4AB6" w:rsidR="0085747A">
        <w:rPr>
          <w:b w:val="0"/>
          <w:smallCaps w:val="0"/>
          <w:sz w:val="22"/>
        </w:rPr>
        <w:t>zajęcia realizowane z wykorzystaniem metod i technik kształcenia na odległość</w:t>
      </w:r>
    </w:p>
    <w:p w:rsidRPr="004F4AB6" w:rsidR="0085747A" w:rsidP="009C54AE" w:rsidRDefault="0085747A" w14:paraId="25254A80" w14:textId="77777777">
      <w:pPr>
        <w:pStyle w:val="Punktygwne"/>
        <w:spacing w:before="0" w:after="0"/>
        <w:rPr>
          <w:smallCaps w:val="0"/>
          <w:sz w:val="22"/>
        </w:rPr>
      </w:pPr>
    </w:p>
    <w:p w:rsidRPr="004F4AB6" w:rsidR="00E22FBC" w:rsidP="00F83B28" w:rsidRDefault="00E22FBC" w14:paraId="22A7D5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1.3 </w:t>
      </w:r>
      <w:r w:rsidRPr="004F4AB6" w:rsidR="00F83B28">
        <w:rPr>
          <w:smallCaps w:val="0"/>
          <w:sz w:val="22"/>
        </w:rPr>
        <w:tab/>
      </w:r>
      <w:r w:rsidRPr="004F4AB6">
        <w:rPr>
          <w:smallCaps w:val="0"/>
          <w:sz w:val="22"/>
        </w:rPr>
        <w:t>For</w:t>
      </w:r>
      <w:r w:rsidRPr="004F4AB6" w:rsidR="00445970">
        <w:rPr>
          <w:smallCaps w:val="0"/>
          <w:sz w:val="22"/>
        </w:rPr>
        <w:t xml:space="preserve">ma zaliczenia przedmiotu </w:t>
      </w:r>
      <w:r w:rsidRPr="004F4AB6">
        <w:rPr>
          <w:smallCaps w:val="0"/>
          <w:sz w:val="22"/>
        </w:rPr>
        <w:t xml:space="preserve"> (z toku) </w:t>
      </w:r>
      <w:r w:rsidRPr="004F4AB6">
        <w:rPr>
          <w:b w:val="0"/>
          <w:smallCaps w:val="0"/>
          <w:sz w:val="22"/>
        </w:rPr>
        <w:t>(egzamin, zaliczenie z oceną, zaliczenie bez oceny)</w:t>
      </w:r>
    </w:p>
    <w:p w:rsidRPr="004F4AB6" w:rsidR="009C54AE" w:rsidP="00EE2AAE" w:rsidRDefault="000E0AAC" w14:paraId="29AC9C5C" w14:textId="10FCD30A">
      <w:pPr>
        <w:pStyle w:val="Punktygwne"/>
        <w:spacing w:after="0" w:line="276" w:lineRule="auto"/>
        <w:rPr>
          <w:b w:val="0"/>
          <w:sz w:val="22"/>
        </w:rPr>
      </w:pPr>
      <w:r w:rsidRPr="004F4AB6">
        <w:rPr>
          <w:b w:val="0"/>
          <w:sz w:val="22"/>
        </w:rPr>
        <w:tab/>
      </w:r>
      <w:r w:rsidRPr="004F4AB6" w:rsidR="006260CE">
        <w:rPr>
          <w:color w:val="000000"/>
        </w:rPr>
        <w:t>Egzamin</w:t>
      </w:r>
    </w:p>
    <w:p w:rsidRPr="004F4AB6" w:rsidR="000E0AAC" w:rsidP="009C54AE" w:rsidRDefault="000E0AAC" w14:paraId="5DF74F56" w14:textId="77777777">
      <w:pPr>
        <w:pStyle w:val="Punktygwne"/>
        <w:spacing w:before="0" w:after="0"/>
        <w:rPr>
          <w:b w:val="0"/>
          <w:sz w:val="22"/>
        </w:rPr>
      </w:pPr>
    </w:p>
    <w:p w:rsidRPr="004F4AB6" w:rsidR="00E960BB" w:rsidP="009C54AE" w:rsidRDefault="0085747A" w14:paraId="73AB6EE1" w14:textId="77777777">
      <w:pPr>
        <w:pStyle w:val="Punktygwne"/>
        <w:spacing w:before="0" w:after="0"/>
        <w:rPr>
          <w:sz w:val="22"/>
        </w:rPr>
      </w:pPr>
      <w:r w:rsidRPr="004F4AB6">
        <w:rPr>
          <w:sz w:val="22"/>
        </w:rPr>
        <w:t xml:space="preserve">2.Wymagania wstępne </w:t>
      </w:r>
    </w:p>
    <w:p w:rsidRPr="004F4AB6" w:rsidR="008503C0" w:rsidP="009C54AE" w:rsidRDefault="008503C0" w14:paraId="12C9A960" w14:textId="77777777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00745302" w14:paraId="30A69082" w14:textId="77777777">
        <w:tc>
          <w:tcPr>
            <w:tcW w:w="9670" w:type="dxa"/>
          </w:tcPr>
          <w:p w:rsidRPr="004F4AB6" w:rsidR="0085747A" w:rsidP="009C54AE" w:rsidRDefault="000E0AAC" w14:paraId="5D737043" w14:textId="77777777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4F4AB6">
              <w:rPr>
                <w:rFonts w:eastAsia="Cambria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:rsidRPr="004F4AB6" w:rsidR="00153C41" w:rsidP="009C54AE" w:rsidRDefault="00153C41" w14:paraId="0102A0B9" w14:textId="77777777">
      <w:pPr>
        <w:pStyle w:val="Punktygwne"/>
        <w:spacing w:before="0" w:after="0"/>
        <w:rPr>
          <w:sz w:val="22"/>
        </w:rPr>
      </w:pPr>
    </w:p>
    <w:p w:rsidRPr="004F4AB6" w:rsidR="0085747A" w:rsidP="296B4EBD" w:rsidRDefault="008503C0" w14:paraId="5CDC9659" w14:textId="29C5777F">
      <w:pPr>
        <w:pStyle w:val="Punktygwne"/>
        <w:spacing w:before="0" w:after="0"/>
        <w:rPr>
          <w:sz w:val="22"/>
          <w:szCs w:val="22"/>
        </w:rPr>
      </w:pPr>
      <w:r w:rsidRPr="296B4EBD" w:rsidR="0071620A">
        <w:rPr>
          <w:sz w:val="22"/>
          <w:szCs w:val="22"/>
        </w:rPr>
        <w:lastRenderedPageBreak/>
        <w:t>3.</w:t>
      </w:r>
      <w:r w:rsidRPr="296B4EBD" w:rsidR="0085747A">
        <w:rPr>
          <w:sz w:val="22"/>
          <w:szCs w:val="22"/>
        </w:rPr>
        <w:t xml:space="preserve"> </w:t>
      </w:r>
      <w:r w:rsidRPr="296B4EBD" w:rsidR="00A84C85">
        <w:rPr>
          <w:sz w:val="22"/>
          <w:szCs w:val="22"/>
        </w:rPr>
        <w:t xml:space="preserve">cele, efekty uczenia </w:t>
      </w:r>
      <w:proofErr w:type="gramStart"/>
      <w:r w:rsidRPr="296B4EBD" w:rsidR="00A84C85">
        <w:rPr>
          <w:sz w:val="22"/>
          <w:szCs w:val="22"/>
        </w:rPr>
        <w:t>się</w:t>
      </w:r>
      <w:r w:rsidRPr="296B4EBD" w:rsidR="0085747A">
        <w:rPr>
          <w:sz w:val="22"/>
          <w:szCs w:val="22"/>
        </w:rPr>
        <w:t xml:space="preserve"> ,</w:t>
      </w:r>
      <w:proofErr w:type="gramEnd"/>
      <w:r w:rsidRPr="296B4EBD" w:rsidR="0085747A">
        <w:rPr>
          <w:sz w:val="22"/>
          <w:szCs w:val="22"/>
        </w:rPr>
        <w:t xml:space="preserve"> treści Programowe i stosowane metody Dydaktyczne</w:t>
      </w:r>
    </w:p>
    <w:p w:rsidRPr="004F4AB6" w:rsidR="0085747A" w:rsidP="009C54AE" w:rsidRDefault="0085747A" w14:paraId="1580B691" w14:textId="77777777">
      <w:pPr>
        <w:pStyle w:val="Punktygwne"/>
        <w:spacing w:before="0" w:after="0"/>
        <w:rPr>
          <w:sz w:val="22"/>
        </w:rPr>
      </w:pPr>
    </w:p>
    <w:p w:rsidRPr="004F4AB6" w:rsidR="0085747A" w:rsidP="009C54AE" w:rsidRDefault="0071620A" w14:paraId="05E89CA4" w14:textId="77777777">
      <w:pPr>
        <w:pStyle w:val="Podpunkty"/>
        <w:rPr>
          <w:szCs w:val="22"/>
        </w:rPr>
      </w:pPr>
      <w:r w:rsidRPr="004F4AB6">
        <w:rPr>
          <w:szCs w:val="22"/>
        </w:rPr>
        <w:t xml:space="preserve">3.1 </w:t>
      </w:r>
      <w:r w:rsidRPr="004F4AB6" w:rsidR="00C05F44">
        <w:rPr>
          <w:szCs w:val="22"/>
        </w:rPr>
        <w:t>Cele przedmiotu</w:t>
      </w:r>
    </w:p>
    <w:p w:rsidRPr="004F4AB6" w:rsidR="00F83B28" w:rsidP="009C54AE" w:rsidRDefault="00F83B28" w14:paraId="47CDE963" w14:textId="77777777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F4AB6" w:rsidR="0085747A" w:rsidTr="00923D7D" w14:paraId="762B80B7" w14:textId="77777777">
        <w:tc>
          <w:tcPr>
            <w:tcW w:w="851" w:type="dxa"/>
            <w:vAlign w:val="center"/>
          </w:tcPr>
          <w:p w:rsidRPr="004F4AB6" w:rsidR="0085747A" w:rsidP="00A56EDB" w:rsidRDefault="0085747A" w14:paraId="417F6271" w14:textId="77777777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4F4AB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F4AB6" w:rsidR="0085747A" w:rsidP="00A56EDB" w:rsidRDefault="000E0AAC" w14:paraId="4EF05CF8" w14:textId="45AF935F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Celem przedmiotu jest zapoznanie studentów z procesem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wyborczym oraz referendalnym.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 Student przyswaja wiedzę obejmującą przepisy prawa krajowego regulującego materię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związaną z przeprowadzeniem wyborów oraz referendów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. W efekcie uczestnik zajęć potrafi zdefiniować i wyjaśnić pojęcie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prawa wyborczego oraz prawa referendalnego.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 Umie rozróżnić i porównać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 xml:space="preserve"> różne tryby przeprowadzania wyborów oraz referendów.</w:t>
            </w:r>
          </w:p>
        </w:tc>
      </w:tr>
    </w:tbl>
    <w:p w:rsidRPr="004F4AB6" w:rsidR="0085747A" w:rsidP="009C54AE" w:rsidRDefault="0085747A" w14:paraId="7DF5D886" w14:textId="77777777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Pr="004F4AB6" w:rsidR="001D7B54" w:rsidP="009C54AE" w:rsidRDefault="009F4610" w14:paraId="5B808A2F" w14:textId="77777777">
      <w:pPr>
        <w:spacing w:after="0" w:line="240" w:lineRule="auto"/>
        <w:ind w:left="426"/>
        <w:rPr>
          <w:rFonts w:ascii="Times New Roman" w:hAnsi="Times New Roman"/>
        </w:rPr>
      </w:pPr>
      <w:r w:rsidRPr="004F4AB6">
        <w:rPr>
          <w:rFonts w:ascii="Times New Roman" w:hAnsi="Times New Roman"/>
          <w:b/>
        </w:rPr>
        <w:t xml:space="preserve">3.2 </w:t>
      </w:r>
      <w:r w:rsidRPr="004F4AB6" w:rsidR="001D7B54">
        <w:rPr>
          <w:rFonts w:ascii="Times New Roman" w:hAnsi="Times New Roman"/>
          <w:b/>
        </w:rPr>
        <w:t xml:space="preserve">Efekty </w:t>
      </w:r>
      <w:r w:rsidRPr="004F4AB6" w:rsidR="00C05F44">
        <w:rPr>
          <w:rFonts w:ascii="Times New Roman" w:hAnsi="Times New Roman"/>
          <w:b/>
        </w:rPr>
        <w:t xml:space="preserve">uczenia się </w:t>
      </w:r>
      <w:r w:rsidRPr="004F4AB6" w:rsidR="001D7B54">
        <w:rPr>
          <w:rFonts w:ascii="Times New Roman" w:hAnsi="Times New Roman"/>
          <w:b/>
        </w:rPr>
        <w:t>dla przedmiotu</w:t>
      </w:r>
      <w:r w:rsidRPr="004F4AB6" w:rsidR="00445970">
        <w:rPr>
          <w:rFonts w:ascii="Times New Roman" w:hAnsi="Times New Roman"/>
        </w:rPr>
        <w:t xml:space="preserve"> </w:t>
      </w:r>
    </w:p>
    <w:p w:rsidRPr="004F4AB6" w:rsidR="001D7B54" w:rsidP="009C54AE" w:rsidRDefault="001D7B54" w14:paraId="6D421080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Pr="004F4AB6" w:rsidR="00400A2F" w:rsidTr="296B4EBD" w14:paraId="533C9CC0" w14:textId="77777777">
        <w:tc>
          <w:tcPr>
            <w:tcW w:w="1678" w:type="dxa"/>
            <w:tcMar/>
            <w:vAlign w:val="center"/>
          </w:tcPr>
          <w:p w:rsidRPr="004F4AB6" w:rsidR="0085747A" w:rsidP="009C54AE" w:rsidRDefault="0085747A" w14:paraId="1A800021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smallCaps w:val="0"/>
                <w:sz w:val="22"/>
              </w:rPr>
              <w:t>EK</w:t>
            </w:r>
            <w:r w:rsidRPr="004F4AB6" w:rsidR="00A84C85">
              <w:rPr>
                <w:b w:val="0"/>
                <w:smallCaps w:val="0"/>
                <w:sz w:val="22"/>
              </w:rPr>
              <w:t xml:space="preserve"> (</w:t>
            </w:r>
            <w:r w:rsidRPr="004F4AB6" w:rsidR="00C05F44">
              <w:rPr>
                <w:b w:val="0"/>
                <w:smallCaps w:val="0"/>
                <w:sz w:val="22"/>
              </w:rPr>
              <w:t>efekt uczenia się</w:t>
            </w:r>
            <w:r w:rsidRPr="004F4AB6" w:rsidR="00B82308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81" w:type="dxa"/>
            <w:tcMar/>
            <w:vAlign w:val="center"/>
          </w:tcPr>
          <w:p w:rsidRPr="004F4AB6" w:rsidR="0085747A" w:rsidP="00C05F44" w:rsidRDefault="0085747A" w14:paraId="3B91AEC1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Treść efektu </w:t>
            </w:r>
            <w:r w:rsidRPr="004F4AB6" w:rsidR="00C05F44">
              <w:rPr>
                <w:b w:val="0"/>
                <w:smallCaps w:val="0"/>
                <w:sz w:val="22"/>
              </w:rPr>
              <w:t xml:space="preserve">uczenia się </w:t>
            </w:r>
            <w:r w:rsidRPr="004F4AB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1" w:type="dxa"/>
            <w:tcMar/>
            <w:vAlign w:val="center"/>
          </w:tcPr>
          <w:p w:rsidRPr="004F4AB6" w:rsidR="0085747A" w:rsidP="00C05F44" w:rsidRDefault="0085747A" w14:paraId="5EEA07DD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F4AB6" w:rsidR="0030395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Pr="004F4AB6" w:rsidR="00400A2F" w:rsidTr="296B4EBD" w14:paraId="3C5CF405" w14:textId="77777777">
        <w:trPr>
          <w:trHeight w:val="1436"/>
        </w:trPr>
        <w:tc>
          <w:tcPr>
            <w:tcW w:w="1678" w:type="dxa"/>
            <w:tcMar/>
          </w:tcPr>
          <w:p w:rsidRPr="004F4AB6" w:rsidR="00A56EDB" w:rsidP="00003A60" w:rsidRDefault="00A56EDB" w14:paraId="57564811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</w:t>
            </w:r>
            <w:r w:rsidRPr="004F4AB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81" w:type="dxa"/>
            <w:tcMar/>
          </w:tcPr>
          <w:p w:rsidRPr="004F4AB6" w:rsidR="00417EDF" w:rsidP="296B4EBD" w:rsidRDefault="00417EDF" w14:paraId="4C97C8CD" w14:textId="6BD87E4D">
            <w:pPr>
              <w:pStyle w:val="TableParagraph"/>
              <w:spacing w:line="276" w:lineRule="auto"/>
              <w:ind w:left="0" w:right="9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posiada zaawansowaną wiedzę ogólną w obszarze nauk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społecznych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zakresu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prawa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administracji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oraz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uporządkowaną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podbudowaną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teoretycznie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wiedzę</w:t>
            </w:r>
            <w:r w:rsidRPr="296B4EBD" w:rsidR="00417ED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obejmującą</w:t>
            </w:r>
            <w:r w:rsidRPr="296B4EBD" w:rsidR="00417EDF">
              <w:rPr>
                <w:rFonts w:ascii="Times New Roman" w:hAnsi="Times New Roman" w:cs="Times New Roman"/>
                <w:spacing w:val="26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kluczowe</w:t>
            </w:r>
            <w:r w:rsidRPr="296B4EBD" w:rsidR="00417EDF">
              <w:rPr>
                <w:rFonts w:ascii="Times New Roman" w:hAnsi="Times New Roman" w:cs="Times New Roman"/>
                <w:spacing w:val="24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zagadnienia,</w:t>
            </w:r>
            <w:r w:rsidRPr="296B4EBD" w:rsidR="00417EDF">
              <w:rPr>
                <w:rFonts w:ascii="Times New Roman" w:hAnsi="Times New Roman" w:cs="Times New Roman"/>
                <w:spacing w:val="25"/>
                <w:sz w:val="23"/>
                <w:szCs w:val="23"/>
              </w:rPr>
              <w:t xml:space="preserve"> </w:t>
            </w:r>
            <w:r w:rsidRPr="296B4EBD" w:rsidR="00417EDF">
              <w:rPr>
                <w:rFonts w:ascii="Times New Roman" w:hAnsi="Times New Roman" w:cs="Times New Roman"/>
                <w:sz w:val="23"/>
                <w:szCs w:val="23"/>
              </w:rPr>
              <w:t>ekonomiczne,</w:t>
            </w:r>
          </w:p>
          <w:p w:rsidRPr="004F4AB6" w:rsidR="00A56EDB" w:rsidP="00417EDF" w:rsidRDefault="00417EDF" w14:paraId="033C927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polityczne</w:t>
            </w:r>
            <w:r w:rsidRPr="004F4AB6"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oraz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socjologiczne;</w:t>
            </w:r>
          </w:p>
          <w:p w:rsidRPr="004F4AB6" w:rsidR="00417EDF" w:rsidP="00417EDF" w:rsidRDefault="00417EDF" w14:paraId="45CC1B27" w14:textId="1A83CD74">
            <w:pPr>
              <w:pStyle w:val="TableParagraph"/>
              <w:spacing w:before="1" w:line="276" w:lineRule="auto"/>
              <w:ind w:left="0" w:right="101"/>
              <w:jc w:val="both"/>
              <w:rPr>
                <w:rFonts w:ascii="Times New Roman" w:hAnsi="Times New Roman" w:cs="Times New Roman"/>
                <w:sz w:val="23"/>
              </w:rPr>
            </w:pPr>
            <w:r w:rsidRPr="004F4AB6">
              <w:rPr>
                <w:rFonts w:ascii="Times New Roman" w:hAnsi="Times New Roman" w:cs="Times New Roman"/>
                <w:sz w:val="23"/>
              </w:rPr>
              <w:t>dysponuje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pogłębioną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wiedzą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relacjach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między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organami administracji publicznej oraz relacjach między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nimi</w:t>
            </w:r>
            <w:r w:rsidRPr="004F4AB6">
              <w:rPr>
                <w:rFonts w:ascii="Times New Roman" w:hAnsi="Times New Roman" w:cs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</w:t>
            </w:r>
            <w:r w:rsidRPr="004F4AB6">
              <w:rPr>
                <w:rFonts w:ascii="Times New Roman" w:hAnsi="Times New Roman" w:cs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jednostką</w:t>
            </w:r>
            <w:r w:rsidRPr="004F4AB6">
              <w:rPr>
                <w:rFonts w:ascii="Times New Roman" w:hAnsi="Times New Roman" w:cs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</w:t>
            </w:r>
            <w:r w:rsidRPr="004F4AB6">
              <w:rPr>
                <w:rFonts w:ascii="Times New Roman" w:hAnsi="Times New Roman" w:cs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instytucjami</w:t>
            </w:r>
            <w:r w:rsidRPr="004F4AB6">
              <w:rPr>
                <w:rFonts w:ascii="Times New Roman" w:hAnsi="Times New Roman" w:cs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społecznymi</w:t>
            </w:r>
            <w:r w:rsidRPr="004F4AB6">
              <w:rPr>
                <w:rFonts w:ascii="Times New Roman" w:hAnsi="Times New Roman" w:cs="Times New Roman"/>
                <w:spacing w:val="-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</w:t>
            </w:r>
            <w:r w:rsidRPr="004F4AB6">
              <w:rPr>
                <w:rFonts w:ascii="Times New Roman" w:hAnsi="Times New Roman" w:cs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odniesieniu</w:t>
            </w:r>
          </w:p>
          <w:p w:rsidRPr="004F4AB6" w:rsidR="00417EDF" w:rsidP="00417EDF" w:rsidRDefault="00417EDF" w14:paraId="7E8C5A80" w14:textId="1B68751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do</w:t>
            </w:r>
            <w:r w:rsidRPr="004F4AB6"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wybranych</w:t>
            </w:r>
            <w:r w:rsidRPr="004F4AB6"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struktur</w:t>
            </w:r>
            <w:r w:rsidRPr="004F4AB6"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i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instytucji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społecznych;</w:t>
            </w:r>
          </w:p>
          <w:p w:rsidRPr="004F4AB6" w:rsidR="00417EDF" w:rsidP="00417EDF" w:rsidRDefault="00417EDF" w14:paraId="55FE1AF7" w14:textId="63E51B91">
            <w:pPr>
              <w:pStyle w:val="TableParagraph"/>
              <w:spacing w:line="276" w:lineRule="auto"/>
              <w:ind w:left="0" w:right="98"/>
              <w:jc w:val="both"/>
              <w:rPr>
                <w:rFonts w:ascii="Times New Roman" w:hAnsi="Times New Roman" w:cs="Times New Roman"/>
                <w:spacing w:val="14"/>
                <w:sz w:val="23"/>
              </w:rPr>
            </w:pPr>
            <w:r w:rsidRPr="004F4AB6">
              <w:rPr>
                <w:rFonts w:ascii="Times New Roman" w:hAnsi="Times New Roman" w:cs="Times New Roman"/>
                <w:sz w:val="23"/>
              </w:rPr>
              <w:t>posiada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wiedze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na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temat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współczesnych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ustrojów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politycznych</w:t>
            </w:r>
            <w:r w:rsidRPr="004F4AB6">
              <w:rPr>
                <w:rFonts w:ascii="Times New Roman" w:hAnsi="Times New Roman" w:cs="Times New Roman"/>
                <w:spacing w:val="1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</w:t>
            </w:r>
            <w:r w:rsidRPr="004F4AB6">
              <w:rPr>
                <w:rFonts w:ascii="Times New Roman" w:hAnsi="Times New Roman" w:cs="Times New Roman"/>
                <w:spacing w:val="1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prawnych państw,</w:t>
            </w:r>
            <w:r w:rsidRPr="004F4AB6">
              <w:rPr>
                <w:rFonts w:ascii="Times New Roman" w:hAnsi="Times New Roman" w:cs="Times New Roman"/>
                <w:spacing w:val="1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jego strukturach</w:t>
            </w:r>
            <w:r w:rsidRPr="004F4AB6">
              <w:rPr>
                <w:rFonts w:ascii="Times New Roman" w:hAnsi="Times New Roman" w:cs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</w:t>
            </w:r>
            <w:r w:rsidRPr="004F4AB6">
              <w:rPr>
                <w:rFonts w:ascii="Times New Roman" w:hAnsi="Times New Roman" w:cs="Times New Roman"/>
                <w:spacing w:val="41"/>
                <w:sz w:val="23"/>
              </w:rPr>
              <w:t> </w:t>
            </w:r>
            <w:r w:rsidRPr="004F4AB6">
              <w:rPr>
                <w:rFonts w:ascii="Times New Roman" w:hAnsi="Times New Roman" w:cs="Times New Roman"/>
                <w:sz w:val="23"/>
              </w:rPr>
              <w:t>zasadach</w:t>
            </w:r>
            <w:r w:rsidRPr="004F4AB6">
              <w:rPr>
                <w:rFonts w:ascii="Times New Roman" w:hAnsi="Times New Roman" w:cs="Times New Roman"/>
                <w:spacing w:val="4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funkcjonowania</w:t>
            </w:r>
            <w:r w:rsidRPr="004F4AB6">
              <w:rPr>
                <w:rFonts w:ascii="Times New Roman" w:hAnsi="Times New Roman" w:cs="Times New Roman"/>
                <w:spacing w:val="4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oraz</w:t>
            </w:r>
            <w:r w:rsidRPr="004F4AB6">
              <w:rPr>
                <w:rFonts w:ascii="Times New Roman" w:hAnsi="Times New Roman" w:cs="Times New Roman"/>
                <w:spacing w:val="4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fundamentalnych</w:t>
            </w:r>
          </w:p>
          <w:p w:rsidRPr="004F4AB6" w:rsidR="00417EDF" w:rsidP="00417EDF" w:rsidRDefault="00417EDF" w14:paraId="11611F65" w14:textId="105D553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dylematach</w:t>
            </w:r>
            <w:r w:rsidRPr="004F4AB6">
              <w:rPr>
                <w:rFonts w:ascii="Times New Roman" w:hAnsi="Times New Roman"/>
                <w:spacing w:val="-5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współczesnej</w:t>
            </w:r>
            <w:r w:rsidRPr="004F4AB6"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cywilizacji;</w:t>
            </w:r>
          </w:p>
          <w:p w:rsidRPr="004F4AB6" w:rsidR="00417EDF" w:rsidP="00417EDF" w:rsidRDefault="00417EDF" w14:paraId="2417979C" w14:textId="4D6D8B78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</w:p>
        </w:tc>
        <w:tc>
          <w:tcPr>
            <w:tcW w:w="1861" w:type="dxa"/>
            <w:tcMar/>
          </w:tcPr>
          <w:p w:rsidRPr="004F4AB6" w:rsidR="00A56EDB" w:rsidP="009C54AE" w:rsidRDefault="00417EDF" w14:paraId="381FF092" w14:textId="47331AA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t>K_W01, K_W03, K_W07</w:t>
            </w:r>
          </w:p>
        </w:tc>
      </w:tr>
      <w:tr w:rsidRPr="004F4AB6" w:rsidR="00400A2F" w:rsidTr="296B4EBD" w14:paraId="57F73A68" w14:textId="77777777">
        <w:tc>
          <w:tcPr>
            <w:tcW w:w="1678" w:type="dxa"/>
            <w:tcMar/>
          </w:tcPr>
          <w:p w:rsidRPr="004F4AB6" w:rsidR="00A56EDB" w:rsidP="00003A60" w:rsidRDefault="00A56EDB" w14:paraId="550A3BA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81" w:type="dxa"/>
            <w:tcMar/>
          </w:tcPr>
          <w:p w:rsidRPr="004F4AB6" w:rsidR="00A56EDB" w:rsidP="00003A60" w:rsidRDefault="00AF2534" w14:paraId="2CD85392" w14:textId="78A90DB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296B4EBD" w:rsidR="00AF2534">
              <w:rPr>
                <w:rFonts w:ascii="Times New Roman" w:hAnsi="Times New Roman" w:eastAsia="Cambria"/>
              </w:rPr>
              <w:t xml:space="preserve"> p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:rsidRPr="004F4AB6" w:rsidR="00AF2534" w:rsidP="00003A60" w:rsidRDefault="00AF2534" w14:paraId="2942FC19" w14:textId="0C1BD09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wykazuje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się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specjalistycznymi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umiejętnościami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znajdowania podstaw prawnych, orzecznictwa i literatury</w:t>
            </w:r>
            <w:r w:rsidRPr="004F4AB6">
              <w:rPr>
                <w:rFonts w:ascii="Times New Roman" w:hAnsi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dotyczącej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badanych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zagadnień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oraz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stosowania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zasad</w:t>
            </w:r>
            <w:r w:rsidRPr="004F4AB6">
              <w:rPr>
                <w:rFonts w:ascii="Times New Roman" w:hAnsi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etycznych,</w:t>
            </w:r>
            <w:r w:rsidRPr="004F4AB6">
              <w:rPr>
                <w:rFonts w:ascii="Times New Roman" w:hAnsi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jak</w:t>
            </w:r>
            <w:r w:rsidRPr="004F4AB6">
              <w:rPr>
                <w:rFonts w:ascii="Times New Roman" w:hAnsi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również</w:t>
            </w:r>
            <w:r w:rsidRPr="004F4AB6">
              <w:rPr>
                <w:rFonts w:ascii="Times New Roman" w:hAnsi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samodzielnego</w:t>
            </w:r>
            <w:r w:rsidRPr="004F4AB6">
              <w:rPr>
                <w:rFonts w:ascii="Times New Roman" w:hAnsi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proponowania rozwiązań konkretnego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problemu</w:t>
            </w:r>
            <w:r w:rsidRPr="004F4AB6"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i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podejmowania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rozstrzygnięć;</w:t>
            </w:r>
          </w:p>
          <w:p w:rsidRPr="004F4AB6" w:rsidR="00AF2534" w:rsidP="00AF2534" w:rsidRDefault="00AF2534" w14:paraId="709C593D" w14:textId="478EBFDF">
            <w:pPr>
              <w:pStyle w:val="TableParagraph"/>
              <w:spacing w:line="276" w:lineRule="auto"/>
              <w:ind w:left="0" w:right="97"/>
              <w:jc w:val="both"/>
              <w:rPr>
                <w:rFonts w:ascii="Times New Roman" w:hAnsi="Times New Roman" w:cs="Times New Roman"/>
                <w:sz w:val="23"/>
              </w:rPr>
            </w:pPr>
            <w:r w:rsidRPr="004F4AB6">
              <w:rPr>
                <w:rFonts w:ascii="Times New Roman" w:hAnsi="Times New Roman" w:cs="Times New Roman"/>
                <w:sz w:val="23"/>
              </w:rPr>
              <w:t>posiada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umiejętność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prowadzenia</w:t>
            </w:r>
            <w:r w:rsidRPr="004F4AB6">
              <w:rPr>
                <w:rFonts w:ascii="Times New Roman" w:hAnsi="Times New Roman" w:cs="Times New Roman"/>
                <w:spacing w:val="-7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debaty,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przygotowania</w:t>
            </w:r>
            <w:r w:rsidRPr="004F4AB6">
              <w:rPr>
                <w:rFonts w:ascii="Times New Roman" w:hAnsi="Times New Roman" w:cs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prac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pisemnych,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prezentacji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multimedialnych,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oraz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ustnych wystąpień w języku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polskim w zakresie dziedzin i</w:t>
            </w:r>
            <w:r w:rsidRPr="004F4AB6">
              <w:rPr>
                <w:rFonts w:ascii="Times New Roman" w:hAnsi="Times New Roman" w:cs="Times New Roman"/>
                <w:spacing w:val="-44"/>
                <w:sz w:val="23"/>
              </w:rPr>
              <w:t xml:space="preserve">  </w:t>
            </w:r>
            <w:r w:rsidRPr="004F4AB6">
              <w:rPr>
                <w:rFonts w:ascii="Times New Roman" w:hAnsi="Times New Roman" w:cs="Times New Roman"/>
                <w:sz w:val="23"/>
              </w:rPr>
              <w:t>dyscyplin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naukowych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wykładanych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ramach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kierunku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Administracja dotyczących zagadnień szczegółowych,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z wykorzystaniem poglądów doktryny, źródeł prawa oraz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orzecznictwa</w:t>
            </w:r>
            <w:r w:rsidRPr="004F4AB6">
              <w:rPr>
                <w:rFonts w:ascii="Times New Roman" w:hAnsi="Times New Roman" w:cs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sądowego</w:t>
            </w:r>
            <w:r w:rsidRPr="004F4AB6">
              <w:rPr>
                <w:rFonts w:ascii="Times New Roman" w:hAnsi="Times New Roman" w:cs="Times New Roman"/>
                <w:spacing w:val="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</w:t>
            </w:r>
            <w:r w:rsidRPr="004F4AB6">
              <w:rPr>
                <w:rFonts w:ascii="Times New Roman" w:hAnsi="Times New Roman" w:cs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administracyjnego,</w:t>
            </w:r>
            <w:r w:rsidRPr="004F4AB6">
              <w:rPr>
                <w:rFonts w:ascii="Times New Roman" w:hAnsi="Times New Roman" w:cs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</w:t>
            </w:r>
            <w:r w:rsidRPr="004F4AB6">
              <w:rPr>
                <w:rFonts w:ascii="Times New Roman" w:hAnsi="Times New Roman" w:cs="Times New Roman"/>
                <w:spacing w:val="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także</w:t>
            </w:r>
          </w:p>
          <w:p w:rsidRPr="004F4AB6" w:rsidR="00AF2534" w:rsidP="00AF2534" w:rsidRDefault="00AF2534" w14:paraId="221DE9BA" w14:textId="39185CB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danych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statystycznych</w:t>
            </w:r>
          </w:p>
          <w:p w:rsidRPr="004F4AB6" w:rsidR="00AF2534" w:rsidP="00003A60" w:rsidRDefault="00AF2534" w14:paraId="049E8B33" w14:textId="316C77F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</w:p>
        </w:tc>
        <w:tc>
          <w:tcPr>
            <w:tcW w:w="1861" w:type="dxa"/>
            <w:tcMar/>
          </w:tcPr>
          <w:p w:rsidRPr="004F4AB6" w:rsidR="00A56EDB" w:rsidP="009C54AE" w:rsidRDefault="00417EDF" w14:paraId="514ED2BB" w14:textId="0A8A2E2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t>K_U01, K_U04, K_U07,</w:t>
            </w:r>
          </w:p>
        </w:tc>
      </w:tr>
      <w:tr w:rsidRPr="004F4AB6" w:rsidR="00400A2F" w:rsidTr="296B4EBD" w14:paraId="4E26D743" w14:textId="77777777">
        <w:tc>
          <w:tcPr>
            <w:tcW w:w="1678" w:type="dxa"/>
            <w:tcMar/>
          </w:tcPr>
          <w:p w:rsidRPr="004F4AB6" w:rsidR="00A56EDB" w:rsidP="00003A60" w:rsidRDefault="00A56EDB" w14:paraId="428885E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81" w:type="dxa"/>
            <w:tcMar/>
          </w:tcPr>
          <w:p w:rsidRPr="004F4AB6" w:rsidR="00A56EDB" w:rsidP="00003A60" w:rsidRDefault="00AF2534" w14:paraId="0A855B11" w14:textId="3D033F25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4F4AB6" w:rsidR="00AF2534">
              <w:rPr>
                <w:rFonts w:ascii="Times New Roman" w:hAnsi="Times New Roman" w:eastAsia="Cambria"/>
              </w:rPr>
              <w:t>u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czestniczy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przygotowaniu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projektów,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z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> 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uwzględnieniem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wiedzy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i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umiejętności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zdobytych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> 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trakcie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lastRenderedPageBreak/>
              <w:t>studiów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oraz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jest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gotowy</w:t>
            </w:r>
            <w:r w:rsidRPr="296B4EBD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działać</w:t>
            </w:r>
            <w:r w:rsidRPr="296B4EBD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na rzecz</w:t>
            </w:r>
            <w:r w:rsidRPr="296B4EBD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społeczeństwa,</w:t>
            </w:r>
            <w:r w:rsidRPr="296B4EBD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296B4EBD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tym w</w:t>
            </w:r>
            <w:r w:rsidRPr="296B4EBD" w:rsidR="00AF2534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instytucjach</w:t>
            </w:r>
            <w:r w:rsidRPr="296B4EBD" w:rsidR="00AF2534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296B4EBD" w:rsidR="00AF2534">
              <w:rPr>
                <w:rFonts w:ascii="Times New Roman" w:hAnsi="Times New Roman"/>
                <w:sz w:val="23"/>
                <w:szCs w:val="23"/>
              </w:rPr>
              <w:t>publicznych i niepublicznych;</w:t>
            </w:r>
          </w:p>
        </w:tc>
        <w:tc>
          <w:tcPr>
            <w:tcW w:w="1861" w:type="dxa"/>
            <w:tcMar/>
          </w:tcPr>
          <w:p w:rsidRPr="004F4AB6" w:rsidR="00A56EDB" w:rsidP="009C54AE" w:rsidRDefault="00417EDF" w14:paraId="3903497B" w14:textId="652050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lastRenderedPageBreak/>
              <w:t>K_K03</w:t>
            </w:r>
          </w:p>
        </w:tc>
      </w:tr>
    </w:tbl>
    <w:p w:rsidRPr="004F4AB6" w:rsidR="0085747A" w:rsidP="009C54AE" w:rsidRDefault="0085747A" w14:paraId="7FC84FC4" w14:textId="4E38E679">
      <w:pPr>
        <w:pStyle w:val="Punktygwne"/>
        <w:spacing w:before="0" w:after="0"/>
        <w:rPr>
          <w:b w:val="0"/>
          <w:sz w:val="22"/>
        </w:rPr>
      </w:pPr>
    </w:p>
    <w:p w:rsidRPr="004F4AB6" w:rsidR="0085747A" w:rsidP="009C54AE" w:rsidRDefault="00675843" w14:paraId="42A901FF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F4AB6">
        <w:rPr>
          <w:rFonts w:ascii="Times New Roman" w:hAnsi="Times New Roman"/>
          <w:b/>
        </w:rPr>
        <w:t>3.3</w:t>
      </w:r>
      <w:r w:rsidRPr="004F4AB6" w:rsidR="001D7B54">
        <w:rPr>
          <w:rFonts w:ascii="Times New Roman" w:hAnsi="Times New Roman"/>
          <w:b/>
        </w:rPr>
        <w:t xml:space="preserve"> </w:t>
      </w:r>
      <w:r w:rsidRPr="004F4AB6" w:rsidR="0085747A">
        <w:rPr>
          <w:rFonts w:ascii="Times New Roman" w:hAnsi="Times New Roman"/>
          <w:b/>
        </w:rPr>
        <w:t>T</w:t>
      </w:r>
      <w:r w:rsidRPr="004F4AB6" w:rsidR="001D7B54">
        <w:rPr>
          <w:rFonts w:ascii="Times New Roman" w:hAnsi="Times New Roman"/>
          <w:b/>
        </w:rPr>
        <w:t xml:space="preserve">reści programowe </w:t>
      </w:r>
      <w:r w:rsidRPr="004F4AB6" w:rsidR="007327BD">
        <w:rPr>
          <w:rFonts w:ascii="Times New Roman" w:hAnsi="Times New Roman"/>
        </w:rPr>
        <w:t xml:space="preserve">  </w:t>
      </w:r>
    </w:p>
    <w:p w:rsidRPr="0012684B" w:rsidR="0085747A" w:rsidP="009C54AE" w:rsidRDefault="0085747A" w14:paraId="68BE6DC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12684B">
        <w:rPr>
          <w:rFonts w:ascii="Times New Roman" w:hAnsi="Times New Roman"/>
          <w:b/>
          <w:bCs/>
        </w:rPr>
        <w:t xml:space="preserve">Problematyka wykładu </w:t>
      </w:r>
    </w:p>
    <w:p w:rsidRPr="004F4AB6" w:rsidR="00675843" w:rsidP="009C54AE" w:rsidRDefault="00675843" w14:paraId="6C863279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0E0AAC" w:rsidTr="000E0AAC" w14:paraId="282BEFD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4AB6" w:rsidR="000E0AAC" w:rsidP="000E0AAC" w:rsidRDefault="000E0AAC" w14:paraId="734B3B39" w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Treści merytoryczne</w:t>
            </w:r>
          </w:p>
        </w:tc>
      </w:tr>
      <w:tr w:rsidRPr="004F4AB6" w:rsidR="000E0AAC" w:rsidTr="000E0AAC" w14:paraId="75E8561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4AB6" w:rsidR="0012684B" w:rsidP="0012684B" w:rsidRDefault="0012684B" w14:paraId="2F2E3FFA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1. Naczelne zasady ustrojowe a prawo wyborcze i referendalne – 3 godz.</w:t>
            </w:r>
          </w:p>
          <w:p w:rsidRPr="004F4AB6" w:rsidR="0012684B" w:rsidP="0012684B" w:rsidRDefault="0012684B" w14:paraId="1C5928CC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2. Zasady prawa wyborczego i referendalnego – 3 godz.</w:t>
            </w:r>
          </w:p>
          <w:p w:rsidRPr="004F4AB6" w:rsidR="0012684B" w:rsidP="0012684B" w:rsidRDefault="0012684B" w14:paraId="237EDED2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3. Organy wyborcze i referendalne – 3 godz.</w:t>
            </w:r>
          </w:p>
          <w:p w:rsidRPr="004F4AB6" w:rsidR="0012684B" w:rsidP="0012684B" w:rsidRDefault="0012684B" w14:paraId="5536E76B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4. Przebieg i finansowanie kampanii wyborczej i referendalnej – 3 godz.</w:t>
            </w:r>
          </w:p>
          <w:p w:rsidRPr="004F4AB6" w:rsidR="000E0AAC" w:rsidP="0012684B" w:rsidRDefault="0012684B" w14:paraId="412CFCBB" w14:textId="3658D88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5. Ważność wyborów. Przestępstwa przeciwko wyborom i referendum – 3 godz.</w:t>
            </w:r>
          </w:p>
        </w:tc>
      </w:tr>
    </w:tbl>
    <w:p w:rsidRPr="004F4AB6" w:rsidR="0085747A" w:rsidP="009C54AE" w:rsidRDefault="0085747A" w14:paraId="6D3CA1F9" w14:textId="77777777">
      <w:pPr>
        <w:spacing w:after="0" w:line="240" w:lineRule="auto"/>
        <w:rPr>
          <w:rFonts w:ascii="Times New Roman" w:hAnsi="Times New Roman"/>
        </w:rPr>
      </w:pPr>
    </w:p>
    <w:p w:rsidRPr="004F4AB6" w:rsidR="0085747A" w:rsidP="009C54AE" w:rsidRDefault="0085747A" w14:paraId="4A1ECF0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4F4AB6">
        <w:rPr>
          <w:rFonts w:ascii="Times New Roman" w:hAnsi="Times New Roman"/>
        </w:rPr>
        <w:t>Problematyka ćwiczeń audytoryjnych, konwersatoryjnych, laboratoryjnych</w:t>
      </w:r>
      <w:r w:rsidRPr="004F4AB6" w:rsidR="009F4610">
        <w:rPr>
          <w:rFonts w:ascii="Times New Roman" w:hAnsi="Times New Roman"/>
        </w:rPr>
        <w:t xml:space="preserve">, </w:t>
      </w:r>
      <w:r w:rsidRPr="004F4AB6">
        <w:rPr>
          <w:rFonts w:ascii="Times New Roman" w:hAnsi="Times New Roman"/>
        </w:rPr>
        <w:t xml:space="preserve">zajęć praktycznych </w:t>
      </w:r>
    </w:p>
    <w:p w:rsidRPr="004F4AB6" w:rsidR="0085747A" w:rsidP="009C54AE" w:rsidRDefault="0085747A" w14:paraId="1AF85BD1" w14:textId="77777777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296B4EBD" w14:paraId="20FD9092" w14:textId="77777777">
        <w:tc>
          <w:tcPr>
            <w:tcW w:w="9639" w:type="dxa"/>
            <w:tcMar/>
          </w:tcPr>
          <w:p w:rsidRPr="004F4AB6" w:rsidR="0085747A" w:rsidP="009C54AE" w:rsidRDefault="0085747A" w14:paraId="44E71D78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Treści merytoryczne</w:t>
            </w:r>
          </w:p>
          <w:p w:rsidRPr="004F4AB6" w:rsidR="006260CE" w:rsidP="006260CE" w:rsidRDefault="006260CE" w14:paraId="4805C905" w14:textId="52AEEFA9">
            <w:pPr>
              <w:spacing w:after="0" w:line="240" w:lineRule="auto"/>
              <w:rPr>
                <w:rFonts w:ascii="Times New Roman" w:hAnsi="Times New Roman"/>
              </w:rPr>
            </w:pPr>
            <w:r w:rsidRPr="296B4EBD" w:rsidR="57F04F37">
              <w:rPr>
                <w:rFonts w:ascii="Times New Roman" w:hAnsi="Times New Roman"/>
              </w:rPr>
              <w:t>Nie dotyczy</w:t>
            </w:r>
          </w:p>
        </w:tc>
      </w:tr>
    </w:tbl>
    <w:p w:rsidRPr="004F4AB6" w:rsidR="00220731" w:rsidP="009C54AE" w:rsidRDefault="00220731" w14:paraId="3A9FFD04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p w:rsidRPr="004F4AB6" w:rsidR="0085747A" w:rsidP="009C54AE" w:rsidRDefault="009F4610" w14:paraId="26BA6356" w14:textId="77777777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F4AB6">
        <w:rPr>
          <w:smallCaps w:val="0"/>
          <w:sz w:val="22"/>
        </w:rPr>
        <w:t>3.4 Metody dydaktyczne</w:t>
      </w:r>
      <w:r w:rsidRPr="004F4AB6">
        <w:rPr>
          <w:b w:val="0"/>
          <w:smallCaps w:val="0"/>
          <w:sz w:val="22"/>
        </w:rPr>
        <w:t xml:space="preserve"> </w:t>
      </w:r>
    </w:p>
    <w:p w:rsidRPr="004F4AB6" w:rsidR="0085747A" w:rsidP="009C54AE" w:rsidRDefault="0085747A" w14:paraId="5781AEC3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ED5A01" w:rsidP="00DD2D42" w:rsidRDefault="00ED5A01" w14:paraId="13083EEA" w14:textId="7E8E4ED8">
      <w:pPr>
        <w:spacing w:after="0" w:line="240" w:lineRule="auto"/>
        <w:jc w:val="both"/>
        <w:rPr>
          <w:rFonts w:ascii="Times New Roman" w:hAnsi="Times New Roman"/>
        </w:rPr>
      </w:pPr>
      <w:r w:rsidRPr="004F4AB6">
        <w:rPr>
          <w:rFonts w:ascii="Times New Roman" w:hAnsi="Times New Roman"/>
        </w:rPr>
        <w:t xml:space="preserve">Wykład problemowy </w:t>
      </w:r>
      <w:r w:rsidRPr="004F4AB6">
        <w:rPr>
          <w:rFonts w:ascii="Times New Roman" w:hAnsi="Times New Roman"/>
          <w:szCs w:val="24"/>
        </w:rPr>
        <w:t>z prezentacją multimedialną</w:t>
      </w:r>
      <w:r w:rsidRPr="004F4AB6">
        <w:rPr>
          <w:rFonts w:ascii="Times New Roman" w:hAnsi="Times New Roman"/>
        </w:rPr>
        <w:t>.</w:t>
      </w:r>
    </w:p>
    <w:p w:rsidRPr="004F4AB6" w:rsidR="00ED5A01" w:rsidP="00DD2D42" w:rsidRDefault="00ED5A01" w14:paraId="3473BEB6" w14:textId="57682AE6">
      <w:pPr>
        <w:spacing w:after="0" w:line="240" w:lineRule="auto"/>
        <w:jc w:val="both"/>
        <w:rPr>
          <w:rFonts w:ascii="Times New Roman" w:hAnsi="Times New Roman"/>
        </w:rPr>
      </w:pPr>
    </w:p>
    <w:p w:rsidRPr="004F4AB6" w:rsidR="00E960BB" w:rsidP="009C54AE" w:rsidRDefault="00E960BB" w14:paraId="303CCD39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Pr="004F4AB6" w:rsidR="0085747A" w:rsidP="009C54AE" w:rsidRDefault="00C61DC5" w14:paraId="2799C8CB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4. </w:t>
      </w:r>
      <w:r w:rsidRPr="004F4AB6" w:rsidR="0085747A">
        <w:rPr>
          <w:smallCaps w:val="0"/>
          <w:sz w:val="22"/>
        </w:rPr>
        <w:t>METODY I KRYTERIA OCENY</w:t>
      </w:r>
      <w:r w:rsidRPr="004F4AB6" w:rsidR="009F4610">
        <w:rPr>
          <w:smallCaps w:val="0"/>
          <w:sz w:val="22"/>
        </w:rPr>
        <w:t xml:space="preserve"> </w:t>
      </w:r>
    </w:p>
    <w:p w:rsidRPr="004F4AB6" w:rsidR="00923D7D" w:rsidP="009C54AE" w:rsidRDefault="00923D7D" w14:paraId="51B8D95B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Pr="004F4AB6" w:rsidR="0085747A" w:rsidP="009C54AE" w:rsidRDefault="0085747A" w14:paraId="3B774815" w14:textId="77777777">
      <w:pPr>
        <w:pStyle w:val="Punktygwne"/>
        <w:spacing w:before="0" w:after="0"/>
        <w:ind w:left="426"/>
        <w:rPr>
          <w:smallCaps w:val="0"/>
          <w:sz w:val="22"/>
        </w:rPr>
      </w:pPr>
      <w:r w:rsidRPr="6B9C4F04" w:rsidR="0085747A">
        <w:rPr>
          <w:caps w:val="0"/>
          <w:smallCaps w:val="0"/>
          <w:sz w:val="22"/>
          <w:szCs w:val="22"/>
        </w:rPr>
        <w:t xml:space="preserve">4.1 Sposoby weryfikacji efektów </w:t>
      </w:r>
      <w:r w:rsidRPr="6B9C4F04" w:rsidR="00C05F44">
        <w:rPr>
          <w:caps w:val="0"/>
          <w:smallCaps w:val="0"/>
          <w:sz w:val="22"/>
          <w:szCs w:val="22"/>
        </w:rPr>
        <w:t>uczenia się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395"/>
        <w:gridCol w:w="5985"/>
        <w:gridCol w:w="2100"/>
      </w:tblGrid>
      <w:tr w:rsidR="6B9C4F04" w:rsidTr="296B4EBD" w14:paraId="587CA627">
        <w:tc>
          <w:tcPr>
            <w:tcW w:w="13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B9C4F04" w:rsidP="6B9C4F04" w:rsidRDefault="6B9C4F04" w14:paraId="0364DD50" w14:textId="53E71BFE">
            <w:pPr>
              <w:pStyle w:val="Punktygwne"/>
              <w:spacing w:before="240" w:after="6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Symbol efektu</w:t>
            </w:r>
          </w:p>
        </w:tc>
        <w:tc>
          <w:tcPr>
            <w:tcW w:w="59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B9C4F04" w:rsidP="6B9C4F04" w:rsidRDefault="6B9C4F04" w14:paraId="74F4E283" w14:textId="0F600357">
            <w:pPr>
              <w:pStyle w:val="Punktygwne"/>
              <w:spacing w:before="240" w:after="6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Metody oceny efektów uczenia się</w:t>
            </w:r>
          </w:p>
          <w:p w:rsidR="6B9C4F04" w:rsidP="6B9C4F04" w:rsidRDefault="6B9C4F04" w14:paraId="6004E80F" w14:textId="127A34C8">
            <w:pPr>
              <w:pStyle w:val="Punktygwne"/>
              <w:spacing w:before="240" w:after="6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B9C4F04" w:rsidP="6B9C4F04" w:rsidRDefault="6B9C4F04" w14:paraId="0A445979" w14:textId="4C431CDE">
            <w:pPr>
              <w:pStyle w:val="Punktygwne"/>
              <w:spacing w:before="240" w:after="6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Forma zajęć dydaktycznych </w:t>
            </w:r>
          </w:p>
          <w:p w:rsidR="6B9C4F04" w:rsidP="6B9C4F04" w:rsidRDefault="6B9C4F04" w14:paraId="55C3093C" w14:textId="0079F397">
            <w:pPr>
              <w:pStyle w:val="Punktygwne"/>
              <w:spacing w:before="240" w:after="6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(w, ćw., …)</w:t>
            </w:r>
          </w:p>
        </w:tc>
      </w:tr>
      <w:tr w:rsidR="6B9C4F04" w:rsidTr="296B4EBD" w14:paraId="1FBA8F5A">
        <w:tc>
          <w:tcPr>
            <w:tcW w:w="13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04CA2903" w14:textId="6064000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EK_01</w:t>
            </w:r>
          </w:p>
        </w:tc>
        <w:tc>
          <w:tcPr>
            <w:tcW w:w="59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567A68C5" w14:textId="53E0AE15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EGZAMIN PISEMNY</w:t>
            </w:r>
          </w:p>
          <w:p w:rsidR="6B9C4F04" w:rsidP="6B9C4F04" w:rsidRDefault="6B9C4F04" w14:paraId="7439D3A4" w14:textId="4841C72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KOLOKWIUM</w:t>
            </w:r>
          </w:p>
        </w:tc>
        <w:tc>
          <w:tcPr>
            <w:tcW w:w="2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6EBAFB42" w14:textId="18340586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WYKŁAD</w:t>
            </w:r>
          </w:p>
          <w:p w:rsidR="6B9C4F04" w:rsidP="6B9C4F04" w:rsidRDefault="6B9C4F04" w14:paraId="62DEC2FC" w14:textId="3D1A326C">
            <w:pPr>
              <w:pStyle w:val="Punktygwne"/>
              <w:spacing w:before="240" w:after="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  <w:tr w:rsidR="6B9C4F04" w:rsidTr="296B4EBD" w14:paraId="6513185F">
        <w:tc>
          <w:tcPr>
            <w:tcW w:w="13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383E6EE4" w14:textId="5B81C1BE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EK_02</w:t>
            </w:r>
          </w:p>
        </w:tc>
        <w:tc>
          <w:tcPr>
            <w:tcW w:w="59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07E37216" w14:textId="5292F23B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EGZAMIN PISEMNY</w:t>
            </w:r>
          </w:p>
          <w:p w:rsidR="6B9C4F04" w:rsidP="6B9C4F04" w:rsidRDefault="6B9C4F04" w14:paraId="7F0B2345" w14:textId="145D6003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KOLOKWIUM, Obserwacja</w:t>
            </w:r>
          </w:p>
        </w:tc>
        <w:tc>
          <w:tcPr>
            <w:tcW w:w="2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0F0FC4B7" w14:textId="22614017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WYKŁAD</w:t>
            </w:r>
          </w:p>
          <w:p w:rsidR="6B9C4F04" w:rsidP="6B9C4F04" w:rsidRDefault="6B9C4F04" w14:paraId="2EF52433" w14:textId="237C806F">
            <w:pPr>
              <w:pStyle w:val="Punktygwne"/>
              <w:spacing w:before="240" w:after="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  <w:tr w:rsidR="6B9C4F04" w:rsidTr="296B4EBD" w14:paraId="57EFB0B1">
        <w:tc>
          <w:tcPr>
            <w:tcW w:w="13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194E7006" w14:textId="18EE7EB4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EK_03</w:t>
            </w:r>
          </w:p>
        </w:tc>
        <w:tc>
          <w:tcPr>
            <w:tcW w:w="59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296B4EBD" w:rsidRDefault="6B9C4F04" w14:paraId="0DD34BFF" w14:textId="7E0B6C89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96B4EBD" w:rsidR="5D3D18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Obserwacja </w:t>
            </w:r>
          </w:p>
        </w:tc>
        <w:tc>
          <w:tcPr>
            <w:tcW w:w="2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B9C4F04" w:rsidP="6B9C4F04" w:rsidRDefault="6B9C4F04" w14:paraId="41C0513D" w14:textId="15122E55">
            <w:pPr>
              <w:pStyle w:val="Punktygwne"/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</w:rPr>
            </w:pPr>
            <w:r w:rsidRPr="6B9C4F04" w:rsidR="6B9C4F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WYKŁAD</w:t>
            </w:r>
          </w:p>
          <w:p w:rsidR="6B9C4F04" w:rsidP="6B9C4F04" w:rsidRDefault="6B9C4F04" w14:paraId="6380E091" w14:textId="4A9EBBA5">
            <w:pPr>
              <w:pStyle w:val="Punktygwne"/>
              <w:spacing w:before="240" w:after="6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</w:tbl>
    <w:p w:rsidRPr="004F4AB6" w:rsidR="00437507" w:rsidP="009C54AE" w:rsidRDefault="00437507" w14:paraId="42C8A853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p w:rsidRPr="004F4AB6" w:rsidR="0085747A" w:rsidP="009C54AE" w:rsidRDefault="0085747A" w14:paraId="26EE5943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85747A" w:rsidP="009C54AE" w:rsidRDefault="003E1941" w14:paraId="20E32267" w14:textId="77777777">
      <w:pPr>
        <w:pStyle w:val="Punktygwne"/>
        <w:spacing w:before="0" w:after="0"/>
        <w:ind w:left="426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4.2 </w:t>
      </w:r>
      <w:r w:rsidRPr="004F4AB6" w:rsidR="0085747A">
        <w:rPr>
          <w:smallCaps w:val="0"/>
          <w:sz w:val="22"/>
        </w:rPr>
        <w:t>Warunki zaliczenia przedmiotu (kryteria oceniania)</w:t>
      </w:r>
      <w:r w:rsidRPr="004F4AB6" w:rsidR="00923D7D">
        <w:rPr>
          <w:smallCaps w:val="0"/>
          <w:sz w:val="22"/>
        </w:rPr>
        <w:t xml:space="preserve"> </w:t>
      </w:r>
    </w:p>
    <w:p w:rsidRPr="004F4AB6" w:rsidR="00923D7D" w:rsidP="009C54AE" w:rsidRDefault="00923D7D" w14:paraId="44AB92B3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296B4EBD" w14:paraId="171D0EFB" w14:textId="77777777">
        <w:tc>
          <w:tcPr>
            <w:tcW w:w="9670" w:type="dxa"/>
            <w:tcMar/>
          </w:tcPr>
          <w:p w:rsidRPr="004F4AB6" w:rsidR="0085747A" w:rsidP="6B9C4F04" w:rsidRDefault="00ED5A01" w14:paraId="1D77E727" w14:textId="0D10A46C">
            <w:pPr>
              <w:spacing w:after="0" w:line="276" w:lineRule="auto"/>
              <w:jc w:val="both"/>
            </w:pPr>
            <w:r w:rsidRPr="6B9C4F04" w:rsidR="781A9F3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4F4AB6" w:rsidR="0085747A" w:rsidP="6B9C4F04" w:rsidRDefault="00ED5A01" w14:paraId="0EA6DABF" w14:textId="77F673DE">
            <w:pPr>
              <w:spacing w:after="0" w:line="276" w:lineRule="auto"/>
              <w:jc w:val="both"/>
            </w:pPr>
            <w:r w:rsidRPr="6B9C4F04" w:rsidR="781A9F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6B9C4F04" w:rsidR="781A9F3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6B9C4F04" w:rsidR="781A9F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6B9C4F04" w:rsidR="781A9F3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6B9C4F04" w:rsidRDefault="00ED5A01" w14:paraId="24D1BA8C" w14:textId="4AE18F01">
            <w:pPr>
              <w:spacing w:after="0" w:line="276" w:lineRule="auto"/>
              <w:jc w:val="both"/>
            </w:pPr>
            <w:r w:rsidRPr="296B4EBD" w:rsidR="631F7C7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296B4EBD" w:rsidR="631F7C7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296B4EBD" w:rsidR="631F7C7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6B9C4F04" w:rsidRDefault="00ED5A01" w14:paraId="00FF468F" w14:textId="13893626">
            <w:pPr>
              <w:spacing w:after="0" w:line="276" w:lineRule="auto"/>
              <w:jc w:val="both"/>
            </w:pPr>
            <w:r w:rsidRPr="6B9C4F04" w:rsidR="781A9F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6B9C4F04" w:rsidR="781A9F3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6B9C4F04" w:rsidRDefault="00ED5A01" w14:paraId="3A321C17" w14:textId="47762FB6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4F4AB6" w:rsidR="0085747A" w:rsidP="6B9C4F04" w:rsidRDefault="00ED5A01" w14:paraId="46946C89" w14:textId="79D20EDC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4F4AB6" w:rsidR="0085747A" w:rsidP="6B9C4F04" w:rsidRDefault="00ED5A01" w14:paraId="62D48979" w14:textId="5A157572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4F4AB6" w:rsidR="0085747A" w:rsidP="6B9C4F04" w:rsidRDefault="00ED5A01" w14:paraId="2C8FC199" w14:textId="0C3D5233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4F4AB6" w:rsidR="0085747A" w:rsidP="6B9C4F04" w:rsidRDefault="00ED5A01" w14:paraId="4D5F6712" w14:textId="154D16F0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4F4AB6" w:rsidR="0085747A" w:rsidP="6B9C4F04" w:rsidRDefault="00ED5A01" w14:paraId="5E3D5B73" w14:textId="7E25B817">
            <w:pPr>
              <w:spacing w:after="0" w:line="276" w:lineRule="auto"/>
            </w:pPr>
            <w:r w:rsidRPr="6B9C4F04" w:rsidR="781A9F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4F4AB6" w:rsidR="0085747A" w:rsidP="6B9C4F04" w:rsidRDefault="00ED5A01" w14:paraId="27237A71" w14:textId="3510939D">
            <w:pPr>
              <w:pStyle w:val="Punktygwne"/>
              <w:spacing w:after="0" w:line="276" w:lineRule="auto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4F4AB6" w:rsidR="0085747A" w:rsidP="009C54AE" w:rsidRDefault="0085747A" w14:paraId="50D46310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9F4610" w:rsidP="009C54AE" w:rsidRDefault="0085747A" w14:paraId="7EE93945" w14:textId="77777777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F4AB6">
        <w:rPr>
          <w:rFonts w:ascii="Times New Roman" w:hAnsi="Times New Roman"/>
          <w:b/>
        </w:rPr>
        <w:t xml:space="preserve">5. </w:t>
      </w:r>
      <w:r w:rsidRPr="004F4AB6" w:rsidR="008503C0">
        <w:rPr>
          <w:rFonts w:ascii="Times New Roman" w:hAnsi="Times New Roman"/>
          <w:b/>
        </w:rPr>
        <w:tab/>
      </w:r>
      <w:r w:rsidRPr="004F4AB6" w:rsidR="00C61DC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Pr="004F4AB6" w:rsidR="0085747A" w:rsidP="009C54AE" w:rsidRDefault="0085747A" w14:paraId="544711D0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Pr="004F4AB6" w:rsidR="0085747A" w:rsidTr="003E1941" w14:paraId="385AF9D8" w14:textId="77777777">
        <w:tc>
          <w:tcPr>
            <w:tcW w:w="4962" w:type="dxa"/>
            <w:vAlign w:val="center"/>
          </w:tcPr>
          <w:p w:rsidRPr="004F4AB6" w:rsidR="0085747A" w:rsidP="009C54AE" w:rsidRDefault="00C61DC5" w14:paraId="45833B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Forma a</w:t>
            </w:r>
            <w:r w:rsidRPr="004F4AB6" w:rsidR="0085747A">
              <w:rPr>
                <w:rFonts w:ascii="Times New Roman" w:hAnsi="Times New Roman"/>
                <w:b/>
              </w:rPr>
              <w:t>ktywnoś</w:t>
            </w:r>
            <w:r w:rsidRPr="004F4AB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Pr="004F4AB6" w:rsidR="0085747A" w:rsidP="009C54AE" w:rsidRDefault="00C61DC5" w14:paraId="56849B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Średnia l</w:t>
            </w:r>
            <w:r w:rsidRPr="004F4AB6" w:rsidR="0085747A">
              <w:rPr>
                <w:rFonts w:ascii="Times New Roman" w:hAnsi="Times New Roman"/>
                <w:b/>
              </w:rPr>
              <w:t>iczba godzin</w:t>
            </w:r>
            <w:r w:rsidRPr="004F4AB6" w:rsidR="0071620A">
              <w:rPr>
                <w:rFonts w:ascii="Times New Roman" w:hAnsi="Times New Roman"/>
                <w:b/>
              </w:rPr>
              <w:t xml:space="preserve"> </w:t>
            </w:r>
            <w:r w:rsidRPr="004F4AB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Pr="004F4AB6" w:rsidR="0085747A" w:rsidTr="00923D7D" w14:paraId="58FA1952" w14:textId="77777777">
        <w:tc>
          <w:tcPr>
            <w:tcW w:w="4962" w:type="dxa"/>
          </w:tcPr>
          <w:p w:rsidRPr="004F4AB6" w:rsidR="0085747A" w:rsidP="009C54AE" w:rsidRDefault="00C61DC5" w14:paraId="152FA78B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G</w:t>
            </w:r>
            <w:r w:rsidRPr="004F4AB6" w:rsidR="0085747A">
              <w:rPr>
                <w:rFonts w:ascii="Times New Roman" w:hAnsi="Times New Roman"/>
              </w:rPr>
              <w:t xml:space="preserve">odziny </w:t>
            </w:r>
            <w:r w:rsidRPr="004F4AB6">
              <w:rPr>
                <w:rFonts w:ascii="Times New Roman" w:hAnsi="Times New Roman"/>
              </w:rPr>
              <w:t>kontaktowe</w:t>
            </w:r>
            <w:r w:rsidRPr="004F4AB6" w:rsidR="0085747A">
              <w:rPr>
                <w:rFonts w:ascii="Times New Roman" w:hAnsi="Times New Roman"/>
              </w:rPr>
              <w:t xml:space="preserve"> w</w:t>
            </w:r>
            <w:r w:rsidRPr="004F4AB6">
              <w:rPr>
                <w:rFonts w:ascii="Times New Roman" w:hAnsi="Times New Roman"/>
              </w:rPr>
              <w:t>ynikające</w:t>
            </w:r>
            <w:r w:rsidRPr="004F4AB6" w:rsidR="0085747A">
              <w:rPr>
                <w:rFonts w:ascii="Times New Roman" w:hAnsi="Times New Roman"/>
              </w:rPr>
              <w:t xml:space="preserve"> </w:t>
            </w:r>
            <w:r w:rsidRPr="004F4AB6" w:rsidR="008503C0">
              <w:rPr>
                <w:rFonts w:ascii="Times New Roman" w:hAnsi="Times New Roman"/>
              </w:rPr>
              <w:t>z harmonogramów studiów</w:t>
            </w:r>
          </w:p>
        </w:tc>
        <w:tc>
          <w:tcPr>
            <w:tcW w:w="4677" w:type="dxa"/>
          </w:tcPr>
          <w:p w:rsidRPr="004F4AB6" w:rsidR="0085747A" w:rsidP="008503C0" w:rsidRDefault="0012684B" w14:paraId="603B2B54" w14:textId="25DDB1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F4AB6" w:rsidR="00220731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C61DC5" w:rsidTr="00923D7D" w14:paraId="73185910" w14:textId="77777777">
        <w:tc>
          <w:tcPr>
            <w:tcW w:w="4962" w:type="dxa"/>
          </w:tcPr>
          <w:p w:rsidRPr="004F4AB6" w:rsidR="00C61DC5" w:rsidP="009C54AE" w:rsidRDefault="00C61DC5" w14:paraId="0DAA368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Inne z udziałem nauczyciela</w:t>
            </w:r>
          </w:p>
          <w:p w:rsidRPr="004F4AB6" w:rsidR="00C61DC5" w:rsidP="009C54AE" w:rsidRDefault="00C61DC5" w14:paraId="55FACDC8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Pr="004F4AB6" w:rsidR="00C61DC5" w:rsidP="008503C0" w:rsidRDefault="00C108E1" w14:paraId="11B54B59" w14:textId="361AFE5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30</w:t>
            </w:r>
            <w:r w:rsidRPr="004F4AB6" w:rsidR="00220731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C61DC5" w:rsidTr="00923D7D" w14:paraId="527001CE" w14:textId="77777777">
        <w:tc>
          <w:tcPr>
            <w:tcW w:w="4962" w:type="dxa"/>
          </w:tcPr>
          <w:p w:rsidRPr="004F4AB6" w:rsidR="0071620A" w:rsidP="009C54AE" w:rsidRDefault="00C61DC5" w14:paraId="081DC2D0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 xml:space="preserve">Godziny </w:t>
            </w:r>
            <w:proofErr w:type="spellStart"/>
            <w:r w:rsidRPr="004F4AB6">
              <w:rPr>
                <w:rFonts w:ascii="Times New Roman" w:hAnsi="Times New Roman"/>
              </w:rPr>
              <w:t>niekontaktowe</w:t>
            </w:r>
            <w:proofErr w:type="spellEnd"/>
            <w:r w:rsidRPr="004F4AB6">
              <w:rPr>
                <w:rFonts w:ascii="Times New Roman" w:hAnsi="Times New Roman"/>
              </w:rPr>
              <w:t xml:space="preserve"> – praca własna studenta</w:t>
            </w:r>
          </w:p>
          <w:p w:rsidRPr="004F4AB6" w:rsidR="00C61DC5" w:rsidP="009C54AE" w:rsidRDefault="00C61DC5" w14:paraId="78C74CBF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F4AB6" w:rsidR="00C61DC5" w:rsidP="008503C0" w:rsidRDefault="0012684B" w14:paraId="10D83B84" w14:textId="1C2DD8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Pr="004F4AB6" w:rsidR="00220731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85747A" w:rsidTr="00923D7D" w14:paraId="472E7F03" w14:textId="77777777">
        <w:tc>
          <w:tcPr>
            <w:tcW w:w="4962" w:type="dxa"/>
          </w:tcPr>
          <w:p w:rsidRPr="004F4AB6" w:rsidR="0085747A" w:rsidP="009C54AE" w:rsidRDefault="0085747A" w14:paraId="2E02274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Pr="004F4AB6" w:rsidR="0085747A" w:rsidP="00EE2AAE" w:rsidRDefault="00C108E1" w14:paraId="23A9E121" w14:textId="51E639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100</w:t>
            </w:r>
            <w:r w:rsidRPr="004F4AB6" w:rsidR="00A56EDB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85747A" w:rsidTr="00923D7D" w14:paraId="1BAA7D2E" w14:textId="77777777">
        <w:tc>
          <w:tcPr>
            <w:tcW w:w="4962" w:type="dxa"/>
          </w:tcPr>
          <w:p w:rsidRPr="004F4AB6" w:rsidR="0085747A" w:rsidP="009C54AE" w:rsidRDefault="0085747A" w14:paraId="5DCB6FA1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Pr="004F4AB6" w:rsidR="0085747A" w:rsidP="008503C0" w:rsidRDefault="00C108E1" w14:paraId="60864FA6" w14:textId="33884B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4</w:t>
            </w:r>
          </w:p>
        </w:tc>
      </w:tr>
    </w:tbl>
    <w:p w:rsidRPr="004F4AB6" w:rsidR="0085747A" w:rsidP="009C54AE" w:rsidRDefault="00923D7D" w14:paraId="76911A6F" w14:textId="77777777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4F4AB6">
        <w:rPr>
          <w:b w:val="0"/>
          <w:i/>
          <w:smallCaps w:val="0"/>
          <w:sz w:val="22"/>
        </w:rPr>
        <w:t xml:space="preserve">* </w:t>
      </w:r>
      <w:r w:rsidRPr="004F4AB6" w:rsidR="00C61DC5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Pr="004F4AB6" w:rsidR="003E1941" w:rsidP="009C54AE" w:rsidRDefault="003E1941" w14:paraId="37B01487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85747A" w:rsidP="009C54AE" w:rsidRDefault="0071620A" w14:paraId="791050C9" w14:textId="77777777">
      <w:pPr>
        <w:pStyle w:val="Punktygwne"/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lastRenderedPageBreak/>
        <w:t xml:space="preserve">6. </w:t>
      </w:r>
      <w:r w:rsidRPr="004F4AB6" w:rsidR="0085747A">
        <w:rPr>
          <w:smallCaps w:val="0"/>
          <w:sz w:val="22"/>
        </w:rPr>
        <w:t>PRAKTYKI ZAWODOWE W RAMACH PRZEDMIOTU</w:t>
      </w:r>
    </w:p>
    <w:p w:rsidRPr="004F4AB6" w:rsidR="0085747A" w:rsidP="009C54AE" w:rsidRDefault="0085747A" w14:paraId="01F835BF" w14:textId="77777777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F4AB6" w:rsidR="0085747A" w:rsidTr="296B4EBD" w14:paraId="5861DC23" w14:textId="77777777">
        <w:trPr>
          <w:trHeight w:val="397"/>
        </w:trPr>
        <w:tc>
          <w:tcPr>
            <w:tcW w:w="3544" w:type="dxa"/>
            <w:tcMar/>
          </w:tcPr>
          <w:p w:rsidRPr="004F4AB6" w:rsidR="0085747A" w:rsidP="009C54AE" w:rsidRDefault="0085747A" w14:paraId="2A328447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4F4AB6" w:rsidR="0085747A" w:rsidP="296B4EBD" w:rsidRDefault="00220731" w14:paraId="6F0971DB" w14:textId="30DA7D5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96B4EBD" w:rsidR="18A00F3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  <w:tr w:rsidRPr="004F4AB6" w:rsidR="0085747A" w:rsidTr="296B4EBD" w14:paraId="5168F650" w14:textId="77777777">
        <w:trPr>
          <w:trHeight w:val="397"/>
        </w:trPr>
        <w:tc>
          <w:tcPr>
            <w:tcW w:w="3544" w:type="dxa"/>
            <w:tcMar/>
          </w:tcPr>
          <w:p w:rsidRPr="004F4AB6" w:rsidR="0085747A" w:rsidP="009C54AE" w:rsidRDefault="0085747A" w14:paraId="3D47150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F4AB6" w:rsidR="0085747A" w:rsidP="296B4EBD" w:rsidRDefault="00220731" w14:paraId="6AFEF0CE" w14:textId="4EF22C4E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96B4EBD" w:rsidR="73DE63C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</w:tbl>
    <w:p w:rsidRPr="004F4AB6" w:rsidR="003E1941" w:rsidP="009C54AE" w:rsidRDefault="003E1941" w14:paraId="42BE2F0F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9C54AE" w:rsidRDefault="00675843" w14:paraId="15201DAE" w14:textId="77777777">
      <w:pPr>
        <w:pStyle w:val="Punktygwne"/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7. </w:t>
      </w:r>
      <w:r w:rsidRPr="004F4AB6" w:rsidR="0085747A">
        <w:rPr>
          <w:smallCaps w:val="0"/>
          <w:sz w:val="22"/>
        </w:rPr>
        <w:t>LITERATURA</w:t>
      </w:r>
      <w:r w:rsidRPr="004F4AB6">
        <w:rPr>
          <w:smallCaps w:val="0"/>
          <w:sz w:val="22"/>
        </w:rPr>
        <w:t xml:space="preserve"> </w:t>
      </w:r>
    </w:p>
    <w:p w:rsidRPr="004F4AB6" w:rsidR="00675843" w:rsidP="009C54AE" w:rsidRDefault="00675843" w14:paraId="0C1F5DC7" w14:textId="77777777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F4AB6" w:rsidR="0085747A" w:rsidTr="296B4EBD" w14:paraId="7854672D" w14:textId="77777777">
        <w:trPr>
          <w:trHeight w:val="2880"/>
        </w:trPr>
        <w:tc>
          <w:tcPr>
            <w:tcW w:w="7513" w:type="dxa"/>
            <w:tcMar/>
          </w:tcPr>
          <w:p w:rsidRPr="004F4AB6" w:rsidR="0085747A" w:rsidP="296B4EBD" w:rsidRDefault="0085747A" w14:paraId="2A5D4C4C" w14:textId="77777777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296B4EBD" w:rsidR="0085747A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4F4AB6" w:rsidR="00954EFF" w:rsidP="009C54AE" w:rsidRDefault="00954EFF" w14:paraId="5844D181" w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</w:p>
          <w:p w:rsidRPr="004F4AB6" w:rsidR="00954EFF" w:rsidP="00C108E1" w:rsidRDefault="00C108E1" w14:paraId="37739E3C" w14:textId="77777777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:rsidRPr="004F4AB6" w:rsidR="00C108E1" w:rsidP="004F4AB6" w:rsidRDefault="004F4AB6" w14:paraId="66B2E6FD" w14:textId="556677CC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</w:tc>
      </w:tr>
      <w:tr w:rsidRPr="004F4AB6" w:rsidR="0085747A" w:rsidTr="296B4EBD" w14:paraId="26B3CA89" w14:textId="77777777">
        <w:trPr>
          <w:trHeight w:val="397"/>
        </w:trPr>
        <w:tc>
          <w:tcPr>
            <w:tcW w:w="7513" w:type="dxa"/>
            <w:tcMar/>
          </w:tcPr>
          <w:p w:rsidRPr="004F4AB6" w:rsidR="00220731" w:rsidP="296B4EBD" w:rsidRDefault="0085747A" w14:paraId="49BFE7FB" w14:textId="035E7924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296B4EBD" w:rsidR="0085747A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</w:t>
            </w:r>
            <w:r w:rsidRPr="296B4EBD" w:rsidR="0085747A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: </w:t>
            </w:r>
          </w:p>
          <w:p w:rsidR="296B4EBD" w:rsidP="296B4EBD" w:rsidRDefault="296B4EBD" w14:paraId="79EADA04" w14:textId="7DE7FBBD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F4AB6" w:rsidR="00954EFF" w:rsidP="004F4AB6" w:rsidRDefault="004F4AB6" w14:paraId="58CF6072" w14:textId="15E19D0E">
            <w:pPr>
              <w:pStyle w:val="Punktygwne"/>
              <w:numPr>
                <w:ilvl w:val="0"/>
                <w:numId w:val="8"/>
              </w:numPr>
              <w:spacing w:before="0" w:after="0" w:line="276" w:lineRule="auto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proofErr w:type="spellStart"/>
            <w:r w:rsidRPr="004F4AB6">
              <w:rPr>
                <w:b w:val="0"/>
                <w:bCs/>
                <w:smallCaps w:val="0"/>
                <w:color w:val="000000"/>
                <w:sz w:val="22"/>
              </w:rPr>
              <w:t>Trubalski</w:t>
            </w:r>
            <w:proofErr w:type="spellEnd"/>
            <w:r w:rsidRPr="004F4AB6">
              <w:rPr>
                <w:b w:val="0"/>
                <w:bCs/>
                <w:smallCaps w:val="0"/>
                <w:color w:val="000000"/>
                <w:sz w:val="22"/>
              </w:rPr>
              <w:t xml:space="preserve">, </w:t>
            </w:r>
            <w:r w:rsidRPr="004F4AB6">
              <w:rPr>
                <w:rStyle w:val="f245a"/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 xml:space="preserve"> sprawie głosowania korespondencyjnego jako jednej z </w:t>
            </w:r>
            <w:r w:rsidRPr="004F4AB6">
              <w:rPr>
                <w:rStyle w:val="f245a"/>
                <w:b w:val="0"/>
                <w:bCs/>
                <w:color w:val="0D0D0D" w:themeColor="text1" w:themeTint="F2"/>
                <w:sz w:val="21"/>
                <w:szCs w:val="21"/>
                <w:shd w:val="clear" w:color="auto" w:fill="FFFFFF"/>
              </w:rPr>
              <w:t>alternatywnych procedur wyborczych w wybranych państwach,</w:t>
            </w:r>
            <w:r w:rsidRPr="004F4AB6">
              <w:rPr>
                <w:rStyle w:val="f245a"/>
                <w:b w:val="0"/>
                <w:bCs/>
                <w:color w:val="0D0D0D" w:themeColor="text1" w:themeTint="F2"/>
              </w:rPr>
              <w:t xml:space="preserve"> </w:t>
            </w:r>
            <w:r w:rsidRPr="004F4AB6">
              <w:rPr>
                <w:rStyle w:val="f973t"/>
                <w:b w:val="0"/>
                <w:bCs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Przegląd Sejmowy </w:t>
            </w:r>
            <w:r w:rsidRPr="004F4AB6">
              <w:rPr>
                <w:rStyle w:val="f973t"/>
                <w:b w:val="0"/>
                <w:bCs/>
                <w:color w:val="0D0D0D" w:themeColor="text1" w:themeTint="F2"/>
              </w:rPr>
              <w:t>2018</w:t>
            </w:r>
          </w:p>
        </w:tc>
      </w:tr>
    </w:tbl>
    <w:p w:rsidRPr="004F4AB6" w:rsidR="0085747A" w:rsidP="009C54AE" w:rsidRDefault="0085747A" w14:paraId="5A6DAA6E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9C54AE" w:rsidRDefault="0085747A" w14:paraId="3C3034CC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F83B28" w:rsidRDefault="0085747A" w14:paraId="20665319" w14:textId="77777777">
      <w:pPr>
        <w:pStyle w:val="Punktygwne"/>
        <w:spacing w:before="0" w:after="0"/>
        <w:ind w:left="360"/>
        <w:rPr>
          <w:sz w:val="22"/>
        </w:rPr>
      </w:pPr>
      <w:r w:rsidRPr="004F4AB6">
        <w:rPr>
          <w:smallCaps w:val="0"/>
          <w:sz w:val="22"/>
        </w:rPr>
        <w:t>Akceptacja Kierownika Jednostki lub osoby upoważnionej</w:t>
      </w:r>
    </w:p>
    <w:sectPr w:rsidRPr="004F4AB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0C1B" w:rsidP="00C16ABF" w:rsidRDefault="00F40C1B" w14:paraId="7FA19AC1" w14:textId="77777777">
      <w:pPr>
        <w:spacing w:after="0" w:line="240" w:lineRule="auto"/>
      </w:pPr>
      <w:r>
        <w:separator/>
      </w:r>
    </w:p>
  </w:endnote>
  <w:endnote w:type="continuationSeparator" w:id="0">
    <w:p w:rsidR="00F40C1B" w:rsidP="00C16ABF" w:rsidRDefault="00F40C1B" w14:paraId="1ACD73B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0C1B" w:rsidP="00C16ABF" w:rsidRDefault="00F40C1B" w14:paraId="0786C595" w14:textId="77777777">
      <w:pPr>
        <w:spacing w:after="0" w:line="240" w:lineRule="auto"/>
      </w:pPr>
      <w:r>
        <w:separator/>
      </w:r>
    </w:p>
  </w:footnote>
  <w:footnote w:type="continuationSeparator" w:id="0">
    <w:p w:rsidR="00F40C1B" w:rsidP="00C16ABF" w:rsidRDefault="00F40C1B" w14:paraId="0C0F90A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03258C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797E"/>
    <w:multiLevelType w:val="hybridMultilevel"/>
    <w:tmpl w:val="0FEAE6DC"/>
    <w:lvl w:ilvl="0" w:tplc="9D1006AA">
      <w:start w:val="1"/>
      <w:numFmt w:val="upp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C5075"/>
    <w:rsid w:val="000D04B0"/>
    <w:rsid w:val="000E0AAC"/>
    <w:rsid w:val="000F1C57"/>
    <w:rsid w:val="000F5615"/>
    <w:rsid w:val="00124BFF"/>
    <w:rsid w:val="0012560E"/>
    <w:rsid w:val="00125E61"/>
    <w:rsid w:val="0012684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692"/>
    <w:rsid w:val="003343CF"/>
    <w:rsid w:val="00337722"/>
    <w:rsid w:val="00346FE9"/>
    <w:rsid w:val="0034759A"/>
    <w:rsid w:val="003503F6"/>
    <w:rsid w:val="003530DD"/>
    <w:rsid w:val="00363F78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3F73CC"/>
    <w:rsid w:val="00400A2F"/>
    <w:rsid w:val="00414E3C"/>
    <w:rsid w:val="00417EDF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AB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08CC"/>
    <w:rsid w:val="0061029B"/>
    <w:rsid w:val="00611E23"/>
    <w:rsid w:val="00617230"/>
    <w:rsid w:val="00621CE1"/>
    <w:rsid w:val="006260CE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BF1"/>
    <w:rsid w:val="00766FD4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F4155"/>
    <w:rsid w:val="00801FA3"/>
    <w:rsid w:val="008049B5"/>
    <w:rsid w:val="0081554D"/>
    <w:rsid w:val="0081707E"/>
    <w:rsid w:val="00821991"/>
    <w:rsid w:val="008449B3"/>
    <w:rsid w:val="008503C0"/>
    <w:rsid w:val="0085747A"/>
    <w:rsid w:val="00874047"/>
    <w:rsid w:val="00884922"/>
    <w:rsid w:val="00885F64"/>
    <w:rsid w:val="008917F9"/>
    <w:rsid w:val="008A45F7"/>
    <w:rsid w:val="008B359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D49"/>
    <w:rsid w:val="00916188"/>
    <w:rsid w:val="00923D7D"/>
    <w:rsid w:val="009508DF"/>
    <w:rsid w:val="00950DAC"/>
    <w:rsid w:val="00954A07"/>
    <w:rsid w:val="00954EFF"/>
    <w:rsid w:val="00997F14"/>
    <w:rsid w:val="009A78D9"/>
    <w:rsid w:val="009B090B"/>
    <w:rsid w:val="009C3E31"/>
    <w:rsid w:val="009C54AE"/>
    <w:rsid w:val="009C788E"/>
    <w:rsid w:val="009E3B41"/>
    <w:rsid w:val="009F3C5C"/>
    <w:rsid w:val="009F4610"/>
    <w:rsid w:val="009F7E4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53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3869"/>
    <w:rsid w:val="00BD66E9"/>
    <w:rsid w:val="00BD6FF4"/>
    <w:rsid w:val="00BF2C41"/>
    <w:rsid w:val="00C0159F"/>
    <w:rsid w:val="00C058B4"/>
    <w:rsid w:val="00C05F44"/>
    <w:rsid w:val="00C108E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E81"/>
    <w:rsid w:val="00C766DF"/>
    <w:rsid w:val="00C94B98"/>
    <w:rsid w:val="00CA2B96"/>
    <w:rsid w:val="00CA5089"/>
    <w:rsid w:val="00CD0574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33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4BF5"/>
    <w:rsid w:val="00E25338"/>
    <w:rsid w:val="00E37EC8"/>
    <w:rsid w:val="00E51E44"/>
    <w:rsid w:val="00E60B91"/>
    <w:rsid w:val="00E63348"/>
    <w:rsid w:val="00E7677E"/>
    <w:rsid w:val="00E77E88"/>
    <w:rsid w:val="00E8107D"/>
    <w:rsid w:val="00E960BB"/>
    <w:rsid w:val="00EA2074"/>
    <w:rsid w:val="00EA4832"/>
    <w:rsid w:val="00EA4E9D"/>
    <w:rsid w:val="00EB161A"/>
    <w:rsid w:val="00EC4899"/>
    <w:rsid w:val="00ED03AB"/>
    <w:rsid w:val="00ED32D2"/>
    <w:rsid w:val="00ED5A01"/>
    <w:rsid w:val="00EE2AAE"/>
    <w:rsid w:val="00EE32DE"/>
    <w:rsid w:val="00EE5457"/>
    <w:rsid w:val="00EE5BB2"/>
    <w:rsid w:val="00F070AB"/>
    <w:rsid w:val="00F1294D"/>
    <w:rsid w:val="00F17567"/>
    <w:rsid w:val="00F27A7B"/>
    <w:rsid w:val="00F40C1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950"/>
    <w:rsid w:val="00FF016A"/>
    <w:rsid w:val="00FF1401"/>
    <w:rsid w:val="00FF5E7D"/>
    <w:rsid w:val="075D3423"/>
    <w:rsid w:val="0AB1CB7F"/>
    <w:rsid w:val="0CE0A03A"/>
    <w:rsid w:val="18A00F3B"/>
    <w:rsid w:val="26884C2A"/>
    <w:rsid w:val="296B4EBD"/>
    <w:rsid w:val="57F04F37"/>
    <w:rsid w:val="5D3D183D"/>
    <w:rsid w:val="631F7C7F"/>
    <w:rsid w:val="641DFC20"/>
    <w:rsid w:val="6B9C4F04"/>
    <w:rsid w:val="71FAB419"/>
    <w:rsid w:val="73DE63CC"/>
    <w:rsid w:val="781A9F39"/>
    <w:rsid w:val="79A7E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85B2682C-58F2-44D1-A6BE-2F92ABC0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ableParagraph" w:customStyle="1">
    <w:name w:val="Table Paragraph"/>
    <w:basedOn w:val="Normalny"/>
    <w:uiPriority w:val="1"/>
    <w:qFormat/>
    <w:rsid w:val="00417EDF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character" w:styleId="f245a" w:customStyle="1">
    <w:name w:val="f_245a"/>
    <w:basedOn w:val="Domylnaczcionkaakapitu"/>
    <w:rsid w:val="004F4AB6"/>
  </w:style>
  <w:style w:type="character" w:styleId="label" w:customStyle="1">
    <w:name w:val="label"/>
    <w:basedOn w:val="Domylnaczcionkaakapitu"/>
    <w:rsid w:val="004F4AB6"/>
  </w:style>
  <w:style w:type="character" w:styleId="f973t" w:customStyle="1">
    <w:name w:val="f_973t"/>
    <w:basedOn w:val="Domylnaczcionkaakapitu"/>
    <w:rsid w:val="004F4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620E-1645-4046-90AB-43251CAE27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Pikus Anna</lastModifiedBy>
  <revision>6</revision>
  <lastPrinted>2019-11-23T18:46:00.0000000Z</lastPrinted>
  <dcterms:created xsi:type="dcterms:W3CDTF">2021-12-14T15:07:00.0000000Z</dcterms:created>
  <dcterms:modified xsi:type="dcterms:W3CDTF">2022-01-21T13:02:39.0978706Z</dcterms:modified>
</coreProperties>
</file>